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0994286F" w:rsidR="006E5D65" w:rsidRPr="009E586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E586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E5863">
        <w:rPr>
          <w:rFonts w:ascii="Corbel" w:hAnsi="Corbel"/>
          <w:b/>
          <w:bCs/>
          <w:sz w:val="24"/>
          <w:szCs w:val="24"/>
        </w:rPr>
        <w:tab/>
      </w:r>
      <w:r w:rsidR="00CD6897" w:rsidRPr="009E5863">
        <w:rPr>
          <w:rFonts w:ascii="Corbel" w:hAnsi="Corbel"/>
          <w:b/>
          <w:bCs/>
          <w:sz w:val="24"/>
          <w:szCs w:val="24"/>
        </w:rPr>
        <w:tab/>
      </w:r>
      <w:r w:rsidR="00CD6897" w:rsidRPr="009E5863">
        <w:rPr>
          <w:rFonts w:ascii="Corbel" w:hAnsi="Corbel"/>
          <w:b/>
          <w:bCs/>
          <w:sz w:val="24"/>
          <w:szCs w:val="24"/>
        </w:rPr>
        <w:tab/>
      </w:r>
      <w:r w:rsidR="00CD6897" w:rsidRPr="009E5863">
        <w:rPr>
          <w:rFonts w:ascii="Corbel" w:hAnsi="Corbel"/>
          <w:b/>
          <w:bCs/>
          <w:sz w:val="24"/>
          <w:szCs w:val="24"/>
        </w:rPr>
        <w:tab/>
      </w:r>
      <w:r w:rsidR="00D8678B" w:rsidRPr="009E58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E5863">
        <w:rPr>
          <w:rFonts w:ascii="Corbel" w:hAnsi="Corbel"/>
          <w:bCs/>
          <w:i/>
          <w:sz w:val="24"/>
          <w:szCs w:val="24"/>
        </w:rPr>
        <w:t>1.5</w:t>
      </w:r>
      <w:r w:rsidR="00D8678B" w:rsidRPr="009E58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E586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E5863">
        <w:rPr>
          <w:rFonts w:ascii="Corbel" w:hAnsi="Corbel"/>
          <w:bCs/>
          <w:i/>
          <w:sz w:val="24"/>
          <w:szCs w:val="24"/>
        </w:rPr>
        <w:t xml:space="preserve"> nr </w:t>
      </w:r>
      <w:r w:rsidR="0057281A" w:rsidRPr="009E5863">
        <w:rPr>
          <w:rFonts w:ascii="Corbel" w:hAnsi="Corbel"/>
          <w:bCs/>
          <w:i/>
          <w:sz w:val="24"/>
          <w:szCs w:val="24"/>
        </w:rPr>
        <w:t>7</w:t>
      </w:r>
      <w:r w:rsidR="00F17567" w:rsidRPr="009E5863">
        <w:rPr>
          <w:rFonts w:ascii="Corbel" w:hAnsi="Corbel"/>
          <w:bCs/>
          <w:i/>
          <w:sz w:val="24"/>
          <w:szCs w:val="24"/>
        </w:rPr>
        <w:t>/20</w:t>
      </w:r>
      <w:r w:rsidR="0057281A" w:rsidRPr="009E5863">
        <w:rPr>
          <w:rFonts w:ascii="Corbel" w:hAnsi="Corbel"/>
          <w:bCs/>
          <w:i/>
          <w:sz w:val="24"/>
          <w:szCs w:val="24"/>
        </w:rPr>
        <w:t>23</w:t>
      </w:r>
    </w:p>
    <w:p w14:paraId="38B3257A" w14:textId="77777777" w:rsidR="00FD0C2E" w:rsidRDefault="00FD0C2E" w:rsidP="00106C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B07FC45" w14:textId="3A06FA0A" w:rsidR="0085747A" w:rsidRPr="009E5863" w:rsidRDefault="0085747A" w:rsidP="00106C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E5863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56797D98" w:rsidR="0085747A" w:rsidRPr="009E5863" w:rsidRDefault="0071620A" w:rsidP="00106C6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E586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E5863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9E5863">
        <w:rPr>
          <w:rFonts w:ascii="Corbel" w:hAnsi="Corbel"/>
          <w:b/>
          <w:smallCaps/>
          <w:sz w:val="24"/>
          <w:szCs w:val="24"/>
        </w:rPr>
        <w:t>202</w:t>
      </w:r>
      <w:r w:rsidR="0078126F">
        <w:rPr>
          <w:rFonts w:ascii="Corbel" w:hAnsi="Corbel"/>
          <w:b/>
          <w:smallCaps/>
          <w:sz w:val="24"/>
          <w:szCs w:val="24"/>
        </w:rPr>
        <w:t>4</w:t>
      </w:r>
      <w:r w:rsidR="00676A10" w:rsidRPr="009E5863">
        <w:rPr>
          <w:rFonts w:ascii="Corbel" w:hAnsi="Corbel"/>
          <w:b/>
          <w:smallCaps/>
          <w:sz w:val="24"/>
          <w:szCs w:val="24"/>
        </w:rPr>
        <w:t>-</w:t>
      </w:r>
      <w:r w:rsidR="008F70AB" w:rsidRPr="009E5863">
        <w:rPr>
          <w:rFonts w:ascii="Corbel" w:hAnsi="Corbel"/>
          <w:b/>
          <w:smallCaps/>
          <w:sz w:val="24"/>
          <w:szCs w:val="24"/>
        </w:rPr>
        <w:t>20</w:t>
      </w:r>
      <w:r w:rsidR="001F7DC8" w:rsidRPr="009E5863">
        <w:rPr>
          <w:rFonts w:ascii="Corbel" w:hAnsi="Corbel"/>
          <w:b/>
          <w:smallCaps/>
          <w:sz w:val="24"/>
          <w:szCs w:val="24"/>
        </w:rPr>
        <w:t>2</w:t>
      </w:r>
      <w:r w:rsidR="0078126F">
        <w:rPr>
          <w:rFonts w:ascii="Corbel" w:hAnsi="Corbel"/>
          <w:b/>
          <w:smallCaps/>
          <w:sz w:val="24"/>
          <w:szCs w:val="24"/>
        </w:rPr>
        <w:t>9</w:t>
      </w:r>
    </w:p>
    <w:p w14:paraId="4FDC56BA" w14:textId="77777777" w:rsidR="009A4F52" w:rsidRDefault="009A4F52" w:rsidP="00106C6D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</w:p>
    <w:p w14:paraId="0DB1C674" w14:textId="4BB19CF9" w:rsidR="0085747A" w:rsidRPr="009E5863" w:rsidRDefault="00445970" w:rsidP="00106C6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E5863">
        <w:rPr>
          <w:rFonts w:ascii="Corbel" w:hAnsi="Corbel"/>
          <w:sz w:val="24"/>
          <w:szCs w:val="24"/>
        </w:rPr>
        <w:t xml:space="preserve">Rok akademicki  </w:t>
      </w:r>
      <w:r w:rsidR="008927D9" w:rsidRPr="009E5863">
        <w:rPr>
          <w:rFonts w:ascii="Corbel" w:hAnsi="Corbel"/>
          <w:sz w:val="24"/>
          <w:szCs w:val="24"/>
        </w:rPr>
        <w:t>20</w:t>
      </w:r>
      <w:r w:rsidR="007849AE" w:rsidRPr="009E5863">
        <w:rPr>
          <w:rFonts w:ascii="Corbel" w:hAnsi="Corbel"/>
          <w:sz w:val="24"/>
          <w:szCs w:val="24"/>
        </w:rPr>
        <w:t>2</w:t>
      </w:r>
      <w:r w:rsidR="0057281A" w:rsidRPr="009E5863">
        <w:rPr>
          <w:rFonts w:ascii="Corbel" w:hAnsi="Corbel"/>
          <w:sz w:val="24"/>
          <w:szCs w:val="24"/>
        </w:rPr>
        <w:t>7</w:t>
      </w:r>
      <w:r w:rsidR="008927D9" w:rsidRPr="009E5863">
        <w:rPr>
          <w:rFonts w:ascii="Corbel" w:hAnsi="Corbel"/>
          <w:sz w:val="24"/>
          <w:szCs w:val="24"/>
        </w:rPr>
        <w:t>/202</w:t>
      </w:r>
      <w:r w:rsidR="0057281A" w:rsidRPr="009E5863">
        <w:rPr>
          <w:rFonts w:ascii="Corbel" w:hAnsi="Corbel"/>
          <w:sz w:val="24"/>
          <w:szCs w:val="24"/>
        </w:rPr>
        <w:t>8</w:t>
      </w:r>
    </w:p>
    <w:p w14:paraId="7817197E" w14:textId="77777777" w:rsidR="008927D9" w:rsidRPr="009E5863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9E58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E5863">
        <w:rPr>
          <w:rFonts w:ascii="Corbel" w:hAnsi="Corbel"/>
          <w:szCs w:val="24"/>
        </w:rPr>
        <w:t xml:space="preserve">1. </w:t>
      </w:r>
      <w:r w:rsidR="0085747A" w:rsidRPr="009E5863">
        <w:rPr>
          <w:rFonts w:ascii="Corbel" w:hAnsi="Corbel"/>
          <w:szCs w:val="24"/>
        </w:rPr>
        <w:t xml:space="preserve">Podstawowe </w:t>
      </w:r>
      <w:r w:rsidR="00445970" w:rsidRPr="009E586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E5863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9E58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5C300FEF" w:rsidR="0085747A" w:rsidRPr="009E5863" w:rsidRDefault="00A11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9E5863">
              <w:rPr>
                <w:rFonts w:ascii="Corbel" w:hAnsi="Corbel"/>
                <w:bCs/>
                <w:sz w:val="24"/>
                <w:szCs w:val="24"/>
              </w:rPr>
              <w:t>Techniki psychodramy w psychoterapii</w:t>
            </w:r>
          </w:p>
        </w:tc>
      </w:tr>
      <w:tr w:rsidR="0085747A" w:rsidRPr="009E5863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9E58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E58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9E586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E5863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9E5863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N</w:t>
            </w:r>
            <w:r w:rsidR="0085747A" w:rsidRPr="009E58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E58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618E0502" w:rsidR="0085747A" w:rsidRPr="009E5863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E5863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9E58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4D1358B9" w:rsidR="0085747A" w:rsidRPr="009E5863" w:rsidRDefault="00307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57281A" w:rsidRPr="009E5863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9E5863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9E58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9E5863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9E5863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9E5863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9E58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9E5863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E5863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9E58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9E5863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E5863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9E58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9E5863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9E586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9E586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E5863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9E58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E5863">
              <w:rPr>
                <w:rFonts w:ascii="Corbel" w:hAnsi="Corbel"/>
                <w:sz w:val="24"/>
                <w:szCs w:val="24"/>
              </w:rPr>
              <w:t>/y</w:t>
            </w:r>
            <w:r w:rsidRPr="009E58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2184AFD0" w:rsidR="0085747A" w:rsidRPr="009E5863" w:rsidRDefault="00307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9E5863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7068B5" w:rsidRPr="009E5863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  <w:r w:rsidR="007A5260" w:rsidRPr="009E5863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7068B5" w:rsidRPr="009E58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146B5" w:rsidRPr="009E5863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9E5863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9E58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43FA02A" w:rsidR="0085747A" w:rsidRPr="009E5863" w:rsidRDefault="00904A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E5863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9E58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9E5863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9E586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E5863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9E58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1C6005F" w:rsidR="0085747A" w:rsidRPr="009E5863" w:rsidRDefault="009A4F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  <w:tr w:rsidR="0085747A" w:rsidRPr="009E5863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9E58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4EBA8CB6" w:rsidR="0085747A" w:rsidRPr="009E5863" w:rsidRDefault="00DE42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6132C9" w:rsidRPr="009E5863">
              <w:rPr>
                <w:rFonts w:ascii="Corbel" w:hAnsi="Corbel"/>
                <w:b w:val="0"/>
                <w:sz w:val="24"/>
                <w:szCs w:val="24"/>
              </w:rPr>
              <w:t>gr Renata Zuba</w:t>
            </w:r>
          </w:p>
        </w:tc>
      </w:tr>
    </w:tbl>
    <w:p w14:paraId="7CA13719" w14:textId="77777777" w:rsidR="00923D7D" w:rsidRPr="009E58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9E58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E5863">
        <w:rPr>
          <w:rFonts w:ascii="Corbel" w:hAnsi="Corbel"/>
          <w:sz w:val="24"/>
          <w:szCs w:val="24"/>
        </w:rPr>
        <w:t>1.</w:t>
      </w:r>
      <w:r w:rsidR="00E22FBC" w:rsidRPr="009E5863">
        <w:rPr>
          <w:rFonts w:ascii="Corbel" w:hAnsi="Corbel"/>
          <w:sz w:val="24"/>
          <w:szCs w:val="24"/>
        </w:rPr>
        <w:t>1</w:t>
      </w:r>
      <w:r w:rsidRPr="009E58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9E58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9E5863" w14:paraId="1CDF9921" w14:textId="77777777" w:rsidTr="00E94E8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9E58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(</w:t>
            </w:r>
            <w:r w:rsidR="00363F78" w:rsidRPr="009E58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045BD9E1" w:rsidR="00015B8F" w:rsidRPr="009E5863" w:rsidRDefault="00F146B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E5863">
              <w:rPr>
                <w:rFonts w:ascii="Corbel" w:hAnsi="Corbel"/>
                <w:szCs w:val="24"/>
              </w:rPr>
              <w:t>inne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9E58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E5863">
              <w:rPr>
                <w:rFonts w:ascii="Corbel" w:hAnsi="Corbel"/>
                <w:b/>
                <w:szCs w:val="24"/>
              </w:rPr>
              <w:t>Liczba pkt</w:t>
            </w:r>
            <w:r w:rsidR="00B90885" w:rsidRPr="009E5863">
              <w:rPr>
                <w:rFonts w:ascii="Corbel" w:hAnsi="Corbel"/>
                <w:b/>
                <w:szCs w:val="24"/>
              </w:rPr>
              <w:t>.</w:t>
            </w:r>
            <w:r w:rsidRPr="009E58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E5863" w14:paraId="6D3081D3" w14:textId="77777777" w:rsidTr="00E94E8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54283EED" w:rsidR="00015B8F" w:rsidRPr="009E5863" w:rsidRDefault="00F146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65B51428" w:rsidR="00015B8F" w:rsidRPr="009E5863" w:rsidRDefault="00DE42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5971B44F" w:rsidR="00015B8F" w:rsidRPr="009E5863" w:rsidRDefault="00F146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3694DBEC" w:rsidR="00015B8F" w:rsidRPr="009E5863" w:rsidRDefault="00DE42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07C5C0E2" w:rsidR="00015B8F" w:rsidRPr="009E5863" w:rsidRDefault="00DE42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488550E7" w:rsidR="00015B8F" w:rsidRPr="009E5863" w:rsidRDefault="00DE42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3D7D8D9A" w:rsidR="00015B8F" w:rsidRPr="009E5863" w:rsidRDefault="00DE42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14AE2510" w:rsidR="00015B8F" w:rsidRPr="009E5863" w:rsidRDefault="00DE42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1965F5A3" w:rsidR="00015B8F" w:rsidRPr="009E586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705CD64E" w:rsidR="00015B8F" w:rsidRPr="009E5863" w:rsidRDefault="009A4F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9E58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9E58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9E58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smallCaps w:val="0"/>
          <w:szCs w:val="24"/>
        </w:rPr>
        <w:t>1.</w:t>
      </w:r>
      <w:r w:rsidR="00E22FBC" w:rsidRPr="009E5863">
        <w:rPr>
          <w:rFonts w:ascii="Corbel" w:hAnsi="Corbel"/>
          <w:smallCaps w:val="0"/>
          <w:szCs w:val="24"/>
        </w:rPr>
        <w:t>2</w:t>
      </w:r>
      <w:r w:rsidR="00F83B28" w:rsidRPr="009E5863">
        <w:rPr>
          <w:rFonts w:ascii="Corbel" w:hAnsi="Corbel"/>
          <w:smallCaps w:val="0"/>
          <w:szCs w:val="24"/>
        </w:rPr>
        <w:t>.</w:t>
      </w:r>
      <w:r w:rsidR="00F83B28" w:rsidRPr="009E5863">
        <w:rPr>
          <w:rFonts w:ascii="Corbel" w:hAnsi="Corbel"/>
          <w:smallCaps w:val="0"/>
          <w:szCs w:val="24"/>
        </w:rPr>
        <w:tab/>
      </w:r>
      <w:r w:rsidRPr="009E5863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9E5863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E5863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9E586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9E586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E5863">
        <w:rPr>
          <w:rFonts w:ascii="Segoe UI Symbol" w:eastAsia="MS Gothic" w:hAnsi="Segoe UI Symbol" w:cs="Segoe UI Symbol"/>
          <w:b w:val="0"/>
          <w:szCs w:val="24"/>
        </w:rPr>
        <w:t>☐</w:t>
      </w:r>
      <w:r w:rsidRPr="009E586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Pr="009E58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smallCaps w:val="0"/>
          <w:szCs w:val="24"/>
        </w:rPr>
        <w:t xml:space="preserve">1.3 </w:t>
      </w:r>
      <w:r w:rsidR="00F83B28" w:rsidRPr="009E5863">
        <w:rPr>
          <w:rFonts w:ascii="Corbel" w:hAnsi="Corbel"/>
          <w:smallCaps w:val="0"/>
          <w:szCs w:val="24"/>
        </w:rPr>
        <w:tab/>
      </w:r>
      <w:r w:rsidRPr="009E5863">
        <w:rPr>
          <w:rFonts w:ascii="Corbel" w:hAnsi="Corbel"/>
          <w:smallCaps w:val="0"/>
          <w:szCs w:val="24"/>
        </w:rPr>
        <w:t>For</w:t>
      </w:r>
      <w:r w:rsidR="00445970" w:rsidRPr="009E5863">
        <w:rPr>
          <w:rFonts w:ascii="Corbel" w:hAnsi="Corbel"/>
          <w:smallCaps w:val="0"/>
          <w:szCs w:val="24"/>
        </w:rPr>
        <w:t xml:space="preserve">ma zaliczenia przedmiotu </w:t>
      </w:r>
      <w:r w:rsidRPr="009E5863">
        <w:rPr>
          <w:rFonts w:ascii="Corbel" w:hAnsi="Corbel"/>
          <w:smallCaps w:val="0"/>
          <w:szCs w:val="24"/>
        </w:rPr>
        <w:t xml:space="preserve"> (z toku) </w:t>
      </w:r>
    </w:p>
    <w:p w14:paraId="1DBC9FE7" w14:textId="5BD17E65" w:rsidR="007916D1" w:rsidRPr="009E5863" w:rsidRDefault="00A7158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E5863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684F1451" w14:textId="77777777" w:rsidR="009C54AE" w:rsidRPr="009E586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9E58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E58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E5863" w14:paraId="3ACBBF9A" w14:textId="77777777" w:rsidTr="00745302">
        <w:tc>
          <w:tcPr>
            <w:tcW w:w="9670" w:type="dxa"/>
          </w:tcPr>
          <w:p w14:paraId="4A97C0C9" w14:textId="4FD07E3F" w:rsidR="0085747A" w:rsidRPr="009E5863" w:rsidRDefault="00A744B1" w:rsidP="00F14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psychologii</w:t>
            </w:r>
            <w:r w:rsidR="00901E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psychopatologii, psychologii klinicznej, podstaw psychoterapii</w:t>
            </w:r>
          </w:p>
        </w:tc>
      </w:tr>
    </w:tbl>
    <w:p w14:paraId="358255F5" w14:textId="77777777" w:rsidR="00153C41" w:rsidRPr="009E58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9E58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E5863">
        <w:rPr>
          <w:rFonts w:ascii="Corbel" w:hAnsi="Corbel"/>
          <w:szCs w:val="24"/>
        </w:rPr>
        <w:t>3.</w:t>
      </w:r>
      <w:r w:rsidR="0085747A" w:rsidRPr="009E5863">
        <w:rPr>
          <w:rFonts w:ascii="Corbel" w:hAnsi="Corbel"/>
          <w:szCs w:val="24"/>
        </w:rPr>
        <w:t xml:space="preserve"> </w:t>
      </w:r>
      <w:r w:rsidR="00A84C85" w:rsidRPr="009E5863">
        <w:rPr>
          <w:rFonts w:ascii="Corbel" w:hAnsi="Corbel"/>
          <w:szCs w:val="24"/>
        </w:rPr>
        <w:t>cele, efekty uczenia się</w:t>
      </w:r>
      <w:r w:rsidR="0085747A" w:rsidRPr="009E5863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9E58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E5863">
        <w:rPr>
          <w:rFonts w:ascii="Corbel" w:hAnsi="Corbel"/>
          <w:sz w:val="24"/>
          <w:szCs w:val="24"/>
        </w:rPr>
        <w:t xml:space="preserve">3.1 </w:t>
      </w:r>
      <w:r w:rsidR="00C05F44" w:rsidRPr="009E5863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9E5863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9E5863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9E5863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CCA05D2" w:rsidR="00D35B76" w:rsidRPr="009E5863" w:rsidRDefault="00E92315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E5863">
              <w:rPr>
                <w:rFonts w:ascii="Corbel" w:hAnsi="Corbel"/>
                <w:bCs/>
                <w:sz w:val="24"/>
                <w:szCs w:val="24"/>
              </w:rPr>
              <w:t>Zdobycie wiedzy na temat paradygmatu, na jakim opiera się psychodrama oraz uwarunkowań</w:t>
            </w:r>
            <w:r w:rsidR="006E212C" w:rsidRPr="009E5863">
              <w:rPr>
                <w:rFonts w:ascii="Corbel" w:hAnsi="Corbel"/>
                <w:bCs/>
                <w:sz w:val="24"/>
                <w:szCs w:val="24"/>
              </w:rPr>
              <w:t xml:space="preserve"> i możliwości</w:t>
            </w:r>
            <w:r w:rsidRPr="009E5863">
              <w:rPr>
                <w:rFonts w:ascii="Corbel" w:hAnsi="Corbel"/>
                <w:bCs/>
                <w:sz w:val="24"/>
                <w:szCs w:val="24"/>
              </w:rPr>
              <w:t xml:space="preserve"> psychodramy</w:t>
            </w:r>
            <w:r w:rsidR="00FD0C2E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9E5863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9E5863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5D4E08AD" w:rsidR="00D35B76" w:rsidRPr="009E5863" w:rsidRDefault="00D24567" w:rsidP="003A6D8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E5863">
              <w:rPr>
                <w:rFonts w:ascii="Corbel" w:hAnsi="Corbel"/>
                <w:bCs/>
                <w:sz w:val="24"/>
                <w:szCs w:val="24"/>
              </w:rPr>
              <w:t>Poznanie celów i zasad pracy psychologa</w:t>
            </w:r>
            <w:r w:rsidR="006E212C" w:rsidRPr="009E5863">
              <w:rPr>
                <w:rFonts w:ascii="Corbel" w:hAnsi="Corbel"/>
                <w:bCs/>
                <w:sz w:val="24"/>
                <w:szCs w:val="24"/>
              </w:rPr>
              <w:t>-psychoterapeuty</w:t>
            </w:r>
            <w:r w:rsidRPr="009E5863">
              <w:rPr>
                <w:rFonts w:ascii="Corbel" w:hAnsi="Corbel"/>
                <w:bCs/>
                <w:sz w:val="24"/>
                <w:szCs w:val="24"/>
              </w:rPr>
              <w:t xml:space="preserve"> z wykorzystaniem psychodramy</w:t>
            </w:r>
            <w:r w:rsidR="00FD0C2E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9E5863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9E5863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15AFC851" w:rsidR="00D35B76" w:rsidRPr="009E5863" w:rsidRDefault="001C660D" w:rsidP="003A6D8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E5863">
              <w:rPr>
                <w:rFonts w:ascii="Corbel" w:hAnsi="Corbel"/>
                <w:bCs/>
                <w:sz w:val="24"/>
                <w:szCs w:val="24"/>
              </w:rPr>
              <w:t xml:space="preserve">Poznanie struktury i przebiegu sesji </w:t>
            </w:r>
            <w:proofErr w:type="spellStart"/>
            <w:r w:rsidRPr="009E5863">
              <w:rPr>
                <w:rFonts w:ascii="Corbel" w:hAnsi="Corbel"/>
                <w:bCs/>
                <w:sz w:val="24"/>
                <w:szCs w:val="24"/>
              </w:rPr>
              <w:t>psychodramatycznej</w:t>
            </w:r>
            <w:proofErr w:type="spellEnd"/>
            <w:r w:rsidR="00FD0C2E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9E5863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9E5863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586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13A47B62" w:rsidR="00D35B76" w:rsidRPr="009E5863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9E58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1C660D" w:rsidRPr="009E5863">
              <w:rPr>
                <w:rFonts w:ascii="Corbel" w:hAnsi="Corbel"/>
                <w:b w:val="0"/>
                <w:sz w:val="24"/>
                <w:szCs w:val="24"/>
              </w:rPr>
              <w:t>Zdobycie umiejętności stosowania różnych technik psychodramy</w:t>
            </w:r>
            <w:r w:rsidR="00FD0C2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9E5863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9E5863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E5863">
        <w:rPr>
          <w:rFonts w:ascii="Corbel" w:hAnsi="Corbel"/>
          <w:b/>
          <w:sz w:val="24"/>
          <w:szCs w:val="24"/>
        </w:rPr>
        <w:t>3.2 Efekty uczenia się dla przedmiotu</w:t>
      </w:r>
      <w:r w:rsidRPr="009E5863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9E58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D35B76" w:rsidRPr="009E5863" w14:paraId="4A76D71B" w14:textId="77777777" w:rsidTr="009943F8">
        <w:tc>
          <w:tcPr>
            <w:tcW w:w="1679" w:type="dxa"/>
          </w:tcPr>
          <w:p w14:paraId="6B62B06F" w14:textId="5A3003EC" w:rsidR="00D35B76" w:rsidRPr="009E5863" w:rsidRDefault="00D35B76" w:rsidP="00FD0C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smallCaps w:val="0"/>
                <w:szCs w:val="24"/>
              </w:rPr>
              <w:t>EK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F146B5" w:rsidRPr="009E586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9E586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5440DAB0" w14:textId="7574EA94" w:rsidR="00D35B76" w:rsidRPr="009E586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F146B5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72752DF6" w14:textId="77777777" w:rsidR="00FD0C2E" w:rsidRDefault="00FD0C2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64858CBD" w:rsidR="00960011" w:rsidRPr="009E5863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795B9BD9" w14:textId="77DFEC9F" w:rsidR="00D35B76" w:rsidRPr="009E5863" w:rsidRDefault="00D35B76" w:rsidP="00FD0C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35B76" w:rsidRPr="009E5863" w14:paraId="3AAF83CC" w14:textId="77777777" w:rsidTr="009943F8">
        <w:tc>
          <w:tcPr>
            <w:tcW w:w="1679" w:type="dxa"/>
          </w:tcPr>
          <w:p w14:paraId="4C2709A3" w14:textId="77777777" w:rsidR="00D35B76" w:rsidRPr="009E5863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9E586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9E586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9E586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10939481" w14:textId="77DA987E" w:rsidR="00D35B76" w:rsidRPr="009E5863" w:rsidRDefault="003B2406" w:rsidP="00A469CD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w stopniu pogłębionym zna i rozumie tematykę zaburzeń psychicznych, diagnozy i pomocy psychologicznej,   wybranych elementów terapii psychologicznej</w:t>
            </w:r>
            <w:r w:rsidR="00C40F01">
              <w:rPr>
                <w:rFonts w:ascii="Corbel" w:hAnsi="Corbel"/>
                <w:sz w:val="24"/>
                <w:szCs w:val="24"/>
              </w:rPr>
              <w:t>, na których może opierać interwencje z zastosowaniem technik psychodramy, dostosowanych do indywidulanych cech                    i doświadczeń osób uczestniczących w tych wydarzeniach</w:t>
            </w:r>
          </w:p>
        </w:tc>
        <w:tc>
          <w:tcPr>
            <w:tcW w:w="1864" w:type="dxa"/>
          </w:tcPr>
          <w:p w14:paraId="1C210AFE" w14:textId="0DB40CF8" w:rsidR="00664A28" w:rsidRPr="009E5863" w:rsidRDefault="00712EAE" w:rsidP="00FD0C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943F8" w:rsidRPr="009E5863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</w:tr>
      <w:tr w:rsidR="00D35B76" w:rsidRPr="009E5863" w14:paraId="2DB1C905" w14:textId="77777777" w:rsidTr="009943F8">
        <w:tc>
          <w:tcPr>
            <w:tcW w:w="1679" w:type="dxa"/>
          </w:tcPr>
          <w:p w14:paraId="7A5FF48F" w14:textId="77777777" w:rsidR="00712EAE" w:rsidRPr="009E5863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9E586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0AE1D9D0" w14:textId="61F36D58" w:rsidR="00D35B76" w:rsidRPr="009E5863" w:rsidRDefault="004A5859" w:rsidP="00A469CD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9E5863">
              <w:rPr>
                <w:rFonts w:ascii="Corbel" w:hAnsi="Corbel" w:cs="Times New Roman"/>
              </w:rPr>
              <w:t>w stopniu pogłębionym zna i rozumie metody udzielania pomocy psychologicznej</w:t>
            </w:r>
            <w:r w:rsidR="00FD0C2E">
              <w:rPr>
                <w:rFonts w:ascii="Corbel" w:hAnsi="Corbel" w:cs="Times New Roman"/>
              </w:rPr>
              <w:t xml:space="preserve"> w oparciu o</w:t>
            </w:r>
            <w:r w:rsidRPr="009E5863">
              <w:rPr>
                <w:rFonts w:ascii="Corbel" w:hAnsi="Corbel" w:cs="Times New Roman"/>
              </w:rPr>
              <w:t xml:space="preserve"> założenia i praktyczne zastosowania psychodramy</w:t>
            </w:r>
            <w:r w:rsidR="00FE530A">
              <w:rPr>
                <w:rFonts w:ascii="Corbel" w:hAnsi="Corbel" w:cs="Times New Roman"/>
              </w:rPr>
              <w:t xml:space="preserve">, </w:t>
            </w:r>
            <w:r w:rsidR="00FD0C2E">
              <w:rPr>
                <w:rFonts w:ascii="Corbel" w:hAnsi="Corbel" w:cs="Times New Roman"/>
              </w:rPr>
              <w:t xml:space="preserve">rozumie </w:t>
            </w:r>
            <w:r w:rsidR="00FE530A">
              <w:rPr>
                <w:rFonts w:ascii="Corbel" w:hAnsi="Corbel" w:cs="Times New Roman"/>
              </w:rPr>
              <w:t xml:space="preserve">strukturę sesji </w:t>
            </w:r>
            <w:proofErr w:type="spellStart"/>
            <w:r w:rsidR="00FE530A">
              <w:rPr>
                <w:rFonts w:ascii="Corbel" w:hAnsi="Corbel" w:cs="Times New Roman"/>
              </w:rPr>
              <w:t>psychodramatycznej</w:t>
            </w:r>
            <w:proofErr w:type="spellEnd"/>
            <w:r w:rsidR="00FE530A">
              <w:rPr>
                <w:rFonts w:ascii="Corbel" w:hAnsi="Corbel" w:cs="Times New Roman"/>
              </w:rPr>
              <w:t xml:space="preserve">, </w:t>
            </w:r>
            <w:r w:rsidR="00FD0C2E">
              <w:rPr>
                <w:rFonts w:ascii="Corbel" w:hAnsi="Corbel" w:cs="Times New Roman"/>
              </w:rPr>
              <w:t xml:space="preserve">zna </w:t>
            </w:r>
            <w:r w:rsidR="00FE530A">
              <w:rPr>
                <w:rFonts w:ascii="Corbel" w:hAnsi="Corbel" w:cs="Times New Roman"/>
              </w:rPr>
              <w:t>techniki stosowane w psychodrami</w:t>
            </w:r>
            <w:r w:rsidR="00FD0C2E">
              <w:rPr>
                <w:rFonts w:ascii="Corbel" w:hAnsi="Corbel" w:cs="Times New Roman"/>
              </w:rPr>
              <w:t>e</w:t>
            </w:r>
          </w:p>
        </w:tc>
        <w:tc>
          <w:tcPr>
            <w:tcW w:w="1864" w:type="dxa"/>
          </w:tcPr>
          <w:p w14:paraId="156DBB29" w14:textId="22BE0EDA" w:rsidR="00664A28" w:rsidRPr="009E5863" w:rsidRDefault="00712EAE" w:rsidP="00FD0C2E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9E5863">
              <w:rPr>
                <w:rFonts w:ascii="Corbel" w:hAnsi="Corbel" w:cs="Times New Roman"/>
              </w:rPr>
              <w:t>K_W</w:t>
            </w:r>
            <w:r w:rsidR="009943F8" w:rsidRPr="009E5863">
              <w:rPr>
                <w:rFonts w:ascii="Corbel" w:hAnsi="Corbel" w:cs="Times New Roman"/>
              </w:rPr>
              <w:t>2</w:t>
            </w:r>
            <w:r w:rsidR="005B3822" w:rsidRPr="009E5863">
              <w:rPr>
                <w:rFonts w:ascii="Corbel" w:hAnsi="Corbel" w:cs="Times New Roman"/>
              </w:rPr>
              <w:t>3</w:t>
            </w:r>
          </w:p>
        </w:tc>
      </w:tr>
      <w:tr w:rsidR="00D35B76" w:rsidRPr="009E5863" w14:paraId="13B70BE6" w14:textId="77777777" w:rsidTr="009943F8">
        <w:tc>
          <w:tcPr>
            <w:tcW w:w="1679" w:type="dxa"/>
          </w:tcPr>
          <w:p w14:paraId="18799657" w14:textId="77777777" w:rsidR="00712EAE" w:rsidRPr="009E5863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9E5863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2E443CEB" w14:textId="5F6E4DF1" w:rsidR="008D2CCC" w:rsidRPr="009E5863" w:rsidRDefault="004A5859" w:rsidP="00A469CD">
            <w:pPr>
              <w:pStyle w:val="Default"/>
              <w:jc w:val="both"/>
              <w:rPr>
                <w:rFonts w:ascii="Corbel" w:hAnsi="Corbel" w:cs="Times New Roman"/>
                <w:i/>
                <w:iCs/>
                <w:color w:val="auto"/>
              </w:rPr>
            </w:pPr>
            <w:r w:rsidRPr="009E5863">
              <w:rPr>
                <w:rFonts w:ascii="Corbel" w:hAnsi="Corbel" w:cs="Times New Roman"/>
              </w:rPr>
              <w:t>potrafi wyszukiwać i przetwarzać złożoną wiedzę na temat technik psychodramy, rozwoju i funkcjonowania człowieka, zaburzeń psychicznych i wykorzystywać ją                                          w projektowaniu interwencji ukierunkowanych na rozwiązywanie problemów</w:t>
            </w:r>
            <w:r w:rsidR="00FE530A">
              <w:rPr>
                <w:rFonts w:ascii="Corbel" w:hAnsi="Corbel" w:cs="Times New Roman"/>
              </w:rPr>
              <w:t xml:space="preserve"> osobistych</w:t>
            </w:r>
            <w:r w:rsidR="00D877BD">
              <w:rPr>
                <w:rFonts w:ascii="Corbel" w:hAnsi="Corbel" w:cs="Times New Roman"/>
              </w:rPr>
              <w:t>, dzięki zastosowaniu psychodramy</w:t>
            </w:r>
          </w:p>
        </w:tc>
        <w:tc>
          <w:tcPr>
            <w:tcW w:w="1864" w:type="dxa"/>
          </w:tcPr>
          <w:p w14:paraId="2AF429CC" w14:textId="77777777" w:rsidR="009943F8" w:rsidRPr="009E5863" w:rsidRDefault="009943F8" w:rsidP="00FD0C2E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E5863">
              <w:rPr>
                <w:rFonts w:ascii="Corbel" w:hAnsi="Corbel" w:cs="Times New Roman"/>
              </w:rPr>
              <w:t>K_U01</w:t>
            </w:r>
          </w:p>
          <w:p w14:paraId="0AE1CE61" w14:textId="0E739DCD" w:rsidR="00664A28" w:rsidRPr="009E5863" w:rsidRDefault="00664A28" w:rsidP="00FD0C2E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D35B76" w:rsidRPr="009E5863" w14:paraId="5F2BB7B7" w14:textId="77777777" w:rsidTr="009943F8">
        <w:tc>
          <w:tcPr>
            <w:tcW w:w="1679" w:type="dxa"/>
          </w:tcPr>
          <w:p w14:paraId="705033EB" w14:textId="77777777" w:rsidR="00712EAE" w:rsidRPr="009E5863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9E5863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14140EE0" w14:textId="385DF200" w:rsidR="007F4CF3" w:rsidRPr="009E5863" w:rsidRDefault="00302E57" w:rsidP="00A469CD">
            <w:pPr>
              <w:pStyle w:val="Default"/>
              <w:jc w:val="both"/>
              <w:rPr>
                <w:rFonts w:ascii="Corbel" w:hAnsi="Corbel" w:cs="Times New Roman"/>
                <w:b/>
                <w:i/>
                <w:iCs/>
                <w:smallCaps/>
              </w:rPr>
            </w:pPr>
            <w:r w:rsidRPr="009E5863">
              <w:rPr>
                <w:rFonts w:ascii="Corbel" w:hAnsi="Corbel" w:cs="Times New Roman"/>
              </w:rPr>
              <w:t>potrafi identyfikować problemy i zaburzenia dotyczące sfery emocjonalno-motywacyjnej u dzieci</w:t>
            </w:r>
            <w:r w:rsidR="007C2787">
              <w:rPr>
                <w:rFonts w:ascii="Corbel" w:hAnsi="Corbel" w:cs="Times New Roman"/>
              </w:rPr>
              <w:t xml:space="preserve">, młodzieży                      </w:t>
            </w:r>
            <w:r w:rsidRPr="009E5863">
              <w:rPr>
                <w:rFonts w:ascii="Corbel" w:hAnsi="Corbel" w:cs="Times New Roman"/>
              </w:rPr>
              <w:t xml:space="preserve"> i dorosłych, proponować ich rozwiązania</w:t>
            </w:r>
            <w:r w:rsidR="00DB15C6" w:rsidRPr="009E5863">
              <w:rPr>
                <w:rFonts w:ascii="Corbel" w:hAnsi="Corbel" w:cs="Times New Roman"/>
              </w:rPr>
              <w:t xml:space="preserve"> poprzez wdrażanie technik psychodramy</w:t>
            </w:r>
            <w:r w:rsidR="007C2787">
              <w:rPr>
                <w:rFonts w:ascii="Corbel" w:hAnsi="Corbel" w:cs="Times New Roman"/>
              </w:rPr>
              <w:t>, wzmacnianie spontaniczności i sprawczości uczestników sesji psychodramy</w:t>
            </w:r>
          </w:p>
        </w:tc>
        <w:tc>
          <w:tcPr>
            <w:tcW w:w="1864" w:type="dxa"/>
          </w:tcPr>
          <w:p w14:paraId="608B6843" w14:textId="7BB291BA" w:rsidR="00CB5D03" w:rsidRPr="009E5863" w:rsidRDefault="00712EAE" w:rsidP="00FD0C2E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9E5863">
              <w:rPr>
                <w:rFonts w:ascii="Corbel" w:hAnsi="Corbel" w:cs="Times New Roman"/>
              </w:rPr>
              <w:t>K_</w:t>
            </w:r>
            <w:r w:rsidR="005B3822" w:rsidRPr="009E5863">
              <w:rPr>
                <w:rFonts w:ascii="Corbel" w:hAnsi="Corbel" w:cs="Times New Roman"/>
              </w:rPr>
              <w:t>U</w:t>
            </w:r>
            <w:r w:rsidRPr="009E5863">
              <w:rPr>
                <w:rFonts w:ascii="Corbel" w:hAnsi="Corbel" w:cs="Times New Roman"/>
              </w:rPr>
              <w:t>0</w:t>
            </w:r>
            <w:r w:rsidR="009943F8" w:rsidRPr="009E5863">
              <w:rPr>
                <w:rFonts w:ascii="Corbel" w:hAnsi="Corbel" w:cs="Times New Roman"/>
              </w:rPr>
              <w:t>5</w:t>
            </w:r>
          </w:p>
        </w:tc>
      </w:tr>
      <w:tr w:rsidR="005B3822" w:rsidRPr="009E5863" w14:paraId="76CEE881" w14:textId="77777777" w:rsidTr="009943F8">
        <w:tc>
          <w:tcPr>
            <w:tcW w:w="1679" w:type="dxa"/>
          </w:tcPr>
          <w:p w14:paraId="229B36E5" w14:textId="433A8E90" w:rsidR="00201E31" w:rsidRPr="009E5863" w:rsidRDefault="00201E31" w:rsidP="00201E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86E737D" w14:textId="77777777" w:rsidR="005B3822" w:rsidRPr="009E5863" w:rsidRDefault="005B3822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705172A6" w14:textId="3F0E0BAF" w:rsidR="005B3822" w:rsidRPr="009E5863" w:rsidRDefault="00DB15C6" w:rsidP="00A469CD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E5863">
              <w:rPr>
                <w:rFonts w:ascii="Corbel" w:hAnsi="Corbel" w:cs="Times New Roman"/>
              </w:rPr>
              <w:t xml:space="preserve">jest gotów do zachowań profesjonalnych wynikających                    z podejmowanej działalności terapeutycznej </w:t>
            </w:r>
            <w:r w:rsidR="00C75D23">
              <w:rPr>
                <w:rFonts w:ascii="Corbel" w:hAnsi="Corbel" w:cs="Times New Roman"/>
              </w:rPr>
              <w:t>spożytkowując</w:t>
            </w:r>
            <w:r w:rsidR="00D877BD">
              <w:rPr>
                <w:rFonts w:ascii="Corbel" w:hAnsi="Corbel" w:cs="Times New Roman"/>
              </w:rPr>
              <w:t>ej</w:t>
            </w:r>
            <w:r w:rsidR="00C75D23">
              <w:rPr>
                <w:rFonts w:ascii="Corbel" w:hAnsi="Corbel" w:cs="Times New Roman"/>
              </w:rPr>
              <w:t xml:space="preserve"> założenia i techniki psychodramy</w:t>
            </w:r>
            <w:r w:rsidR="00D877BD">
              <w:rPr>
                <w:rFonts w:ascii="Corbel" w:hAnsi="Corbel" w:cs="Times New Roman"/>
              </w:rPr>
              <w:t>,</w:t>
            </w:r>
            <w:r w:rsidR="00C75D23">
              <w:rPr>
                <w:rFonts w:ascii="Corbel" w:hAnsi="Corbel" w:cs="Times New Roman"/>
              </w:rPr>
              <w:t xml:space="preserve"> </w:t>
            </w:r>
            <w:r w:rsidRPr="009E5863">
              <w:rPr>
                <w:rFonts w:ascii="Corbel" w:hAnsi="Corbel" w:cs="Times New Roman"/>
              </w:rPr>
              <w:t xml:space="preserve">                                         z uwzględnieniem zmieniających się </w:t>
            </w:r>
            <w:r w:rsidR="00C75D23">
              <w:rPr>
                <w:rFonts w:ascii="Corbel" w:hAnsi="Corbel" w:cs="Times New Roman"/>
              </w:rPr>
              <w:t xml:space="preserve">okoliczności i </w:t>
            </w:r>
            <w:r w:rsidRPr="009E5863">
              <w:rPr>
                <w:rFonts w:ascii="Corbel" w:hAnsi="Corbel" w:cs="Times New Roman"/>
              </w:rPr>
              <w:t>potrzeb społecznyc</w:t>
            </w:r>
            <w:r w:rsidR="00FD0C2E">
              <w:rPr>
                <w:rFonts w:ascii="Corbel" w:hAnsi="Corbel" w:cs="Times New Roman"/>
              </w:rPr>
              <w:t>h</w:t>
            </w:r>
          </w:p>
        </w:tc>
        <w:tc>
          <w:tcPr>
            <w:tcW w:w="1864" w:type="dxa"/>
          </w:tcPr>
          <w:p w14:paraId="0D5A746E" w14:textId="24F0E774" w:rsidR="005B3822" w:rsidRPr="009E5863" w:rsidRDefault="005B3822" w:rsidP="00FD0C2E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E5863">
              <w:rPr>
                <w:rFonts w:ascii="Corbel" w:hAnsi="Corbel" w:cs="Times New Roman"/>
              </w:rPr>
              <w:t>K_</w:t>
            </w:r>
            <w:r w:rsidR="00DB15C6" w:rsidRPr="009E5863">
              <w:rPr>
                <w:rFonts w:ascii="Corbel" w:hAnsi="Corbel" w:cs="Times New Roman"/>
              </w:rPr>
              <w:t>K</w:t>
            </w:r>
            <w:r w:rsidRPr="009E5863">
              <w:rPr>
                <w:rFonts w:ascii="Corbel" w:hAnsi="Corbel" w:cs="Times New Roman"/>
              </w:rPr>
              <w:t>03</w:t>
            </w:r>
          </w:p>
          <w:p w14:paraId="7FA84E40" w14:textId="36546CF3" w:rsidR="00CB5D03" w:rsidRPr="009E5863" w:rsidRDefault="00CB5D03" w:rsidP="00FD0C2E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</w:tbl>
    <w:p w14:paraId="2B33DE78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5DC7B9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9E58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E5863">
        <w:rPr>
          <w:rFonts w:ascii="Corbel" w:hAnsi="Corbel"/>
          <w:b/>
          <w:sz w:val="24"/>
          <w:szCs w:val="24"/>
        </w:rPr>
        <w:t>3.3</w:t>
      </w:r>
      <w:r w:rsidR="001D7B54" w:rsidRPr="009E5863">
        <w:rPr>
          <w:rFonts w:ascii="Corbel" w:hAnsi="Corbel"/>
          <w:b/>
          <w:sz w:val="24"/>
          <w:szCs w:val="24"/>
        </w:rPr>
        <w:t xml:space="preserve"> </w:t>
      </w:r>
      <w:r w:rsidR="0085747A" w:rsidRPr="009E5863">
        <w:rPr>
          <w:rFonts w:ascii="Corbel" w:hAnsi="Corbel"/>
          <w:b/>
          <w:sz w:val="24"/>
          <w:szCs w:val="24"/>
        </w:rPr>
        <w:t>T</w:t>
      </w:r>
      <w:r w:rsidR="001D7B54" w:rsidRPr="009E586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E5863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Pr="009E58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E586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56E1F" w:rsidRPr="009E5863" w14:paraId="45AE25BE" w14:textId="77777777" w:rsidTr="00106C6D">
        <w:tc>
          <w:tcPr>
            <w:tcW w:w="5000" w:type="pct"/>
          </w:tcPr>
          <w:p w14:paraId="75EAA44D" w14:textId="77777777" w:rsidR="00B56E1F" w:rsidRPr="009E5863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571C5F52" w14:textId="77777777" w:rsidR="0085747A" w:rsidRPr="009E58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213B4D21" w:rsidR="0085747A" w:rsidRPr="009E586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E5863">
        <w:rPr>
          <w:rFonts w:ascii="Corbel" w:hAnsi="Corbel"/>
          <w:sz w:val="24"/>
          <w:szCs w:val="24"/>
        </w:rPr>
        <w:t xml:space="preserve">Problematyka ćwiczeń </w:t>
      </w:r>
    </w:p>
    <w:p w14:paraId="6999E0DC" w14:textId="77777777" w:rsidR="0085747A" w:rsidRPr="009E586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E5863" w14:paraId="71BA15D0" w14:textId="77777777" w:rsidTr="00923D7D">
        <w:tc>
          <w:tcPr>
            <w:tcW w:w="9639" w:type="dxa"/>
          </w:tcPr>
          <w:p w14:paraId="4F5457D3" w14:textId="77777777" w:rsidR="0085747A" w:rsidRPr="009E586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E5863" w14:paraId="5CDAB37D" w14:textId="77777777" w:rsidTr="00923D7D">
        <w:tc>
          <w:tcPr>
            <w:tcW w:w="9639" w:type="dxa"/>
          </w:tcPr>
          <w:p w14:paraId="0AE3B671" w14:textId="3180C54B" w:rsidR="0085747A" w:rsidRPr="009E5863" w:rsidRDefault="000E00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P</w:t>
            </w:r>
            <w:r w:rsidR="002E6B0D" w:rsidRPr="009E5863">
              <w:rPr>
                <w:rFonts w:ascii="Corbel" w:hAnsi="Corbel"/>
                <w:sz w:val="24"/>
                <w:szCs w:val="24"/>
              </w:rPr>
              <w:t>aradygmat p</w:t>
            </w:r>
            <w:r w:rsidRPr="009E5863">
              <w:rPr>
                <w:rFonts w:ascii="Corbel" w:hAnsi="Corbel"/>
                <w:sz w:val="24"/>
                <w:szCs w:val="24"/>
              </w:rPr>
              <w:t>sychodram</w:t>
            </w:r>
            <w:r w:rsidR="00FD0C2E">
              <w:rPr>
                <w:rFonts w:ascii="Corbel" w:hAnsi="Corbel"/>
                <w:sz w:val="24"/>
                <w:szCs w:val="24"/>
              </w:rPr>
              <w:t>y</w:t>
            </w:r>
            <w:r w:rsidR="002E6B0D" w:rsidRPr="009E5863">
              <w:rPr>
                <w:rFonts w:ascii="Corbel" w:hAnsi="Corbel"/>
                <w:sz w:val="24"/>
                <w:szCs w:val="24"/>
              </w:rPr>
              <w:t xml:space="preserve"> oraz cele i zasady stosowania psychodramy</w:t>
            </w:r>
            <w:r w:rsidR="00FD0C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0C2E" w:rsidRPr="009E5863" w14:paraId="4DA42270" w14:textId="77777777" w:rsidTr="00923D7D">
        <w:tc>
          <w:tcPr>
            <w:tcW w:w="9639" w:type="dxa"/>
          </w:tcPr>
          <w:p w14:paraId="6F19D8EE" w14:textId="00BCC6C3" w:rsidR="00FD0C2E" w:rsidRPr="009E5863" w:rsidRDefault="00FD0C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Początki psychodramy. Koncepcja J.I. Moreno.</w:t>
            </w:r>
          </w:p>
        </w:tc>
      </w:tr>
      <w:tr w:rsidR="00FD0C2E" w:rsidRPr="009E5863" w14:paraId="69EDABC0" w14:textId="77777777" w:rsidTr="00923D7D">
        <w:tc>
          <w:tcPr>
            <w:tcW w:w="9639" w:type="dxa"/>
          </w:tcPr>
          <w:p w14:paraId="6546D887" w14:textId="3F442C2A" w:rsidR="00FD0C2E" w:rsidRDefault="00FD0C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Psychodrama jako metoda uczenia i nabywania umiejętności.</w:t>
            </w:r>
          </w:p>
        </w:tc>
      </w:tr>
      <w:tr w:rsidR="0085747A" w:rsidRPr="009E5863" w14:paraId="119668E6" w14:textId="77777777" w:rsidTr="00923D7D">
        <w:tc>
          <w:tcPr>
            <w:tcW w:w="9639" w:type="dxa"/>
          </w:tcPr>
          <w:p w14:paraId="4D24A338" w14:textId="0A0410E7" w:rsidR="0085747A" w:rsidRPr="009E5863" w:rsidRDefault="002E6B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 xml:space="preserve">Przebieg sesji </w:t>
            </w:r>
            <w:proofErr w:type="spellStart"/>
            <w:r w:rsidRPr="009E5863">
              <w:rPr>
                <w:rFonts w:ascii="Corbel" w:hAnsi="Corbel"/>
                <w:sz w:val="24"/>
                <w:szCs w:val="24"/>
              </w:rPr>
              <w:t>psychodramatycznej</w:t>
            </w:r>
            <w:proofErr w:type="spellEnd"/>
            <w:r w:rsidR="00FD0C2E">
              <w:rPr>
                <w:rFonts w:ascii="Corbel" w:hAnsi="Corbel"/>
                <w:sz w:val="24"/>
                <w:szCs w:val="24"/>
              </w:rPr>
              <w:t xml:space="preserve"> – zasady pracy technikami </w:t>
            </w:r>
            <w:proofErr w:type="spellStart"/>
            <w:r w:rsidR="00FD0C2E">
              <w:rPr>
                <w:rFonts w:ascii="Corbel" w:hAnsi="Corbel"/>
                <w:sz w:val="24"/>
                <w:szCs w:val="24"/>
              </w:rPr>
              <w:t>psychodramatycznymi</w:t>
            </w:r>
            <w:proofErr w:type="spellEnd"/>
            <w:r w:rsidR="00FD0C2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E5863" w14:paraId="6D6F6BB4" w14:textId="77777777" w:rsidTr="00923D7D">
        <w:tc>
          <w:tcPr>
            <w:tcW w:w="9639" w:type="dxa"/>
          </w:tcPr>
          <w:p w14:paraId="5242F2F4" w14:textId="2D44D2E1" w:rsidR="0085747A" w:rsidRPr="009E5863" w:rsidRDefault="009D49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T</w:t>
            </w:r>
            <w:r w:rsidR="002E6B0D" w:rsidRPr="009E5863">
              <w:rPr>
                <w:rFonts w:ascii="Corbel" w:hAnsi="Corbel"/>
                <w:sz w:val="24"/>
                <w:szCs w:val="24"/>
              </w:rPr>
              <w:t>echniki stosowane w psychodramie</w:t>
            </w:r>
            <w:r w:rsidR="004853AD">
              <w:rPr>
                <w:rFonts w:ascii="Corbel" w:hAnsi="Corbel"/>
                <w:sz w:val="24"/>
                <w:szCs w:val="24"/>
              </w:rPr>
              <w:t xml:space="preserve"> – charakterystyka poszczególnych grup technik.</w:t>
            </w:r>
          </w:p>
        </w:tc>
      </w:tr>
      <w:tr w:rsidR="004853AD" w:rsidRPr="009E5863" w14:paraId="611ADCCD" w14:textId="77777777" w:rsidTr="00923D7D">
        <w:tc>
          <w:tcPr>
            <w:tcW w:w="9639" w:type="dxa"/>
          </w:tcPr>
          <w:p w14:paraId="326ED62A" w14:textId="368D2C66" w:rsidR="004853AD" w:rsidRPr="009E5863" w:rsidRDefault="00485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Techniki rozpoczynające, pobudzające aktywność i integrujące grupę. </w:t>
            </w:r>
          </w:p>
        </w:tc>
      </w:tr>
      <w:tr w:rsidR="004853AD" w:rsidRPr="009E5863" w14:paraId="7DD21534" w14:textId="77777777" w:rsidTr="00923D7D">
        <w:tc>
          <w:tcPr>
            <w:tcW w:w="9639" w:type="dxa"/>
          </w:tcPr>
          <w:p w14:paraId="039ECAAE" w14:textId="2D14E984" w:rsidR="004853AD" w:rsidRDefault="00485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uwalniające emocje.</w:t>
            </w:r>
          </w:p>
        </w:tc>
      </w:tr>
      <w:tr w:rsidR="004853AD" w:rsidRPr="009E5863" w14:paraId="49EDD9C7" w14:textId="77777777" w:rsidTr="00923D7D">
        <w:tc>
          <w:tcPr>
            <w:tcW w:w="9639" w:type="dxa"/>
          </w:tcPr>
          <w:p w14:paraId="769B969C" w14:textId="67FF5076" w:rsidR="004853AD" w:rsidRDefault="00485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skoncetrowane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na rolach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drupowych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53AD" w:rsidRPr="009E5863" w14:paraId="651D6A15" w14:textId="77777777" w:rsidTr="00923D7D">
        <w:tc>
          <w:tcPr>
            <w:tcW w:w="9639" w:type="dxa"/>
          </w:tcPr>
          <w:p w14:paraId="53906271" w14:textId="678C80F8" w:rsidR="004853AD" w:rsidRDefault="00485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pogłębiające wiedzę o sobie.</w:t>
            </w:r>
          </w:p>
        </w:tc>
      </w:tr>
      <w:tr w:rsidR="004853AD" w:rsidRPr="009E5863" w14:paraId="3788AB62" w14:textId="77777777" w:rsidTr="00923D7D">
        <w:tc>
          <w:tcPr>
            <w:tcW w:w="9639" w:type="dxa"/>
          </w:tcPr>
          <w:p w14:paraId="74A34B32" w14:textId="37D15945" w:rsidR="004853AD" w:rsidRDefault="004853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indywidualnymi problemami – przykłady kliniczne i problematyczne sytuacje grupowe. </w:t>
            </w:r>
          </w:p>
        </w:tc>
      </w:tr>
    </w:tbl>
    <w:p w14:paraId="6683DC43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9E58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smallCaps w:val="0"/>
          <w:szCs w:val="24"/>
        </w:rPr>
        <w:t>3.4 Metody dydaktyczne</w:t>
      </w:r>
      <w:r w:rsidRPr="009E5863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765D29CB" w:rsidR="0085747A" w:rsidRPr="009E5863" w:rsidRDefault="00C75D23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39154C" w:rsidRPr="009E5863">
        <w:rPr>
          <w:rFonts w:ascii="Corbel" w:hAnsi="Corbel"/>
          <w:b w:val="0"/>
          <w:smallCaps w:val="0"/>
          <w:szCs w:val="24"/>
        </w:rPr>
        <w:t xml:space="preserve">wiczenia praktyczne, </w:t>
      </w:r>
      <w:r>
        <w:rPr>
          <w:rFonts w:ascii="Corbel" w:hAnsi="Corbel"/>
          <w:b w:val="0"/>
          <w:smallCaps w:val="0"/>
          <w:szCs w:val="24"/>
        </w:rPr>
        <w:t xml:space="preserve">odgrywanie </w:t>
      </w:r>
      <w:r w:rsidR="0039154C" w:rsidRPr="009E5863">
        <w:rPr>
          <w:rFonts w:ascii="Corbel" w:hAnsi="Corbel"/>
          <w:b w:val="0"/>
          <w:smallCaps w:val="0"/>
          <w:szCs w:val="24"/>
        </w:rPr>
        <w:t>scen</w:t>
      </w:r>
      <w:r>
        <w:rPr>
          <w:rFonts w:ascii="Corbel" w:hAnsi="Corbel"/>
          <w:b w:val="0"/>
          <w:smallCaps w:val="0"/>
          <w:szCs w:val="24"/>
        </w:rPr>
        <w:t>e</w:t>
      </w:r>
      <w:r w:rsidR="0039154C" w:rsidRPr="009E5863">
        <w:rPr>
          <w:rFonts w:ascii="Corbel" w:hAnsi="Corbel"/>
          <w:b w:val="0"/>
          <w:smallCaps w:val="0"/>
          <w:szCs w:val="24"/>
        </w:rPr>
        <w:t>k</w:t>
      </w:r>
    </w:p>
    <w:p w14:paraId="6FBA065F" w14:textId="77777777" w:rsidR="00A469CD" w:rsidRPr="009E5863" w:rsidRDefault="00A469CD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02EDB9A4" w14:textId="77777777" w:rsidR="00F146B5" w:rsidRPr="009E5863" w:rsidRDefault="00F146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9E58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E5863">
        <w:rPr>
          <w:rFonts w:ascii="Corbel" w:hAnsi="Corbel"/>
          <w:smallCaps w:val="0"/>
          <w:szCs w:val="24"/>
        </w:rPr>
        <w:t xml:space="preserve">4. </w:t>
      </w:r>
      <w:r w:rsidR="0085747A" w:rsidRPr="009E5863">
        <w:rPr>
          <w:rFonts w:ascii="Corbel" w:hAnsi="Corbel"/>
          <w:smallCaps w:val="0"/>
          <w:szCs w:val="24"/>
        </w:rPr>
        <w:t>METODY I KRYTERIA OCENY</w:t>
      </w:r>
      <w:r w:rsidR="009F4610" w:rsidRPr="009E5863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9E58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9E58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E58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E5863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E5863" w14:paraId="5612E398" w14:textId="77777777" w:rsidTr="00DB15C6">
        <w:tc>
          <w:tcPr>
            <w:tcW w:w="1962" w:type="dxa"/>
            <w:vAlign w:val="center"/>
          </w:tcPr>
          <w:p w14:paraId="70DCFA80" w14:textId="77777777" w:rsidR="0085747A" w:rsidRPr="009E58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882E354" w14:textId="44A53C84" w:rsidR="0085747A" w:rsidRPr="009E586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469CD"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0057FDD6" w14:textId="77777777" w:rsidR="0085747A" w:rsidRPr="009E58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AB1B8EF" w14:textId="77777777" w:rsidR="00923D7D" w:rsidRPr="009E58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660B27B5" w:rsidR="0085747A" w:rsidRPr="009E58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F146B5" w:rsidRPr="009E58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B0496C" w:rsidRPr="009E5863" w14:paraId="310B68A6" w14:textId="77777777" w:rsidTr="00DB15C6">
        <w:tc>
          <w:tcPr>
            <w:tcW w:w="1962" w:type="dxa"/>
          </w:tcPr>
          <w:p w14:paraId="2DB216DC" w14:textId="77777777" w:rsidR="00B0496C" w:rsidRPr="009E5863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2" w:type="dxa"/>
          </w:tcPr>
          <w:p w14:paraId="2423CB31" w14:textId="20D9381D" w:rsidR="00B0496C" w:rsidRPr="009E5863" w:rsidRDefault="00A744B1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39154C"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0C36E567" w14:textId="00F7187C" w:rsidR="00B0496C" w:rsidRPr="009E5863" w:rsidRDefault="00A469CD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0496C" w:rsidRPr="009E5863" w14:paraId="4C7DF8DE" w14:textId="77777777" w:rsidTr="00DB15C6">
        <w:tc>
          <w:tcPr>
            <w:tcW w:w="1962" w:type="dxa"/>
          </w:tcPr>
          <w:p w14:paraId="1DBA860B" w14:textId="77777777" w:rsidR="00B0496C" w:rsidRPr="009E5863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17B51064" w14:textId="41DC4846" w:rsidR="00B0496C" w:rsidRPr="009E5863" w:rsidRDefault="00A744B1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39154C"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18428F3E" w14:textId="25899BC5" w:rsidR="00B0496C" w:rsidRPr="009E5863" w:rsidRDefault="00A469CD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0496C" w:rsidRPr="009E5863" w14:paraId="17156572" w14:textId="77777777" w:rsidTr="00DB15C6">
        <w:tc>
          <w:tcPr>
            <w:tcW w:w="1962" w:type="dxa"/>
          </w:tcPr>
          <w:p w14:paraId="17C13118" w14:textId="77777777" w:rsidR="00B0496C" w:rsidRPr="009E5863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69853464" w14:textId="0FCF746B" w:rsidR="00B0496C" w:rsidRPr="009E5863" w:rsidRDefault="00A744B1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39154C"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3637D5E4" w14:textId="2B2991B6" w:rsidR="00B0496C" w:rsidRPr="009E5863" w:rsidRDefault="00A469CD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0496C" w:rsidRPr="009E5863" w14:paraId="13B19633" w14:textId="77777777" w:rsidTr="00DB15C6">
        <w:tc>
          <w:tcPr>
            <w:tcW w:w="1962" w:type="dxa"/>
          </w:tcPr>
          <w:p w14:paraId="2AE1832F" w14:textId="67647299" w:rsidR="00F146B5" w:rsidRPr="009E5863" w:rsidRDefault="00B0496C" w:rsidP="00F14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28726177" w14:textId="51190E42" w:rsidR="00B0496C" w:rsidRPr="009E5863" w:rsidRDefault="00A744B1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4711DF55" w14:textId="74C7AEFB" w:rsidR="00B0496C" w:rsidRPr="009E5863" w:rsidRDefault="00A469CD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21003" w:rsidRPr="009E5863" w14:paraId="494D1236" w14:textId="77777777" w:rsidTr="00DB15C6">
        <w:trPr>
          <w:trHeight w:val="50"/>
        </w:trPr>
        <w:tc>
          <w:tcPr>
            <w:tcW w:w="1962" w:type="dxa"/>
          </w:tcPr>
          <w:p w14:paraId="664D61BB" w14:textId="7CE270B9" w:rsidR="00C21003" w:rsidRPr="009E5863" w:rsidRDefault="00C21003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41AB41DD" w14:textId="4944D5D7" w:rsidR="00C21003" w:rsidRPr="009E5863" w:rsidRDefault="00A744B1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620A8995" w14:textId="2B90D868" w:rsidR="00C21003" w:rsidRPr="009E5863" w:rsidRDefault="00A469CD" w:rsidP="00A469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EDBDF99" w14:textId="77777777" w:rsidR="00923D7D" w:rsidRPr="009E58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9E58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E5863">
        <w:rPr>
          <w:rFonts w:ascii="Corbel" w:hAnsi="Corbel"/>
          <w:smallCaps w:val="0"/>
          <w:szCs w:val="24"/>
        </w:rPr>
        <w:t xml:space="preserve">4.2 </w:t>
      </w:r>
      <w:r w:rsidR="0085747A" w:rsidRPr="009E586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E5863">
        <w:rPr>
          <w:rFonts w:ascii="Corbel" w:hAnsi="Corbel"/>
          <w:smallCaps w:val="0"/>
          <w:szCs w:val="24"/>
        </w:rPr>
        <w:t xml:space="preserve"> </w:t>
      </w:r>
    </w:p>
    <w:p w14:paraId="306242AA" w14:textId="01C51A56" w:rsidR="009B53BB" w:rsidRPr="009E5863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1. </w:t>
      </w:r>
      <w:r w:rsidR="00ED18C3" w:rsidRPr="009E5863">
        <w:rPr>
          <w:rFonts w:ascii="Corbel" w:hAnsi="Corbel"/>
          <w:b w:val="0"/>
          <w:smallCaps w:val="0"/>
          <w:szCs w:val="24"/>
        </w:rPr>
        <w:t>P</w:t>
      </w:r>
      <w:r w:rsidRPr="009E5863">
        <w:rPr>
          <w:rFonts w:ascii="Corbel" w:hAnsi="Corbel"/>
          <w:b w:val="0"/>
          <w:smallCaps w:val="0"/>
          <w:szCs w:val="24"/>
        </w:rPr>
        <w:t xml:space="preserve">ozytywna ocena z </w:t>
      </w:r>
      <w:r w:rsidR="00ED18C3" w:rsidRPr="009E5863">
        <w:rPr>
          <w:rFonts w:ascii="Corbel" w:hAnsi="Corbel"/>
          <w:b w:val="0"/>
          <w:smallCaps w:val="0"/>
          <w:szCs w:val="24"/>
        </w:rPr>
        <w:t>kolokwium (min. 60%)</w:t>
      </w:r>
    </w:p>
    <w:p w14:paraId="0B134A65" w14:textId="378E4F14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>Ocena wg skali:</w:t>
      </w:r>
    </w:p>
    <w:p w14:paraId="7E19C798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3E0B072A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481EA65B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5AE0D191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7DD47FB7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5C3479BA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642EC449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712D1E0D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6AE6CA63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32EF26EF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1BB5791E" w14:textId="77777777" w:rsidR="001D2E04" w:rsidRPr="009E5863" w:rsidRDefault="001D2E04" w:rsidP="001D2E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8FF76A" w14:textId="77777777" w:rsidR="001D2E04" w:rsidRPr="009E5863" w:rsidRDefault="001D2E04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46FFB3" w14:textId="0FCA734A" w:rsidR="009B53BB" w:rsidRPr="009E5863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lastRenderedPageBreak/>
        <w:t xml:space="preserve">2. </w:t>
      </w:r>
      <w:r w:rsidR="00ED18C3" w:rsidRPr="009E5863">
        <w:rPr>
          <w:rFonts w:ascii="Corbel" w:hAnsi="Corbel"/>
          <w:b w:val="0"/>
          <w:smallCaps w:val="0"/>
          <w:szCs w:val="24"/>
        </w:rPr>
        <w:t>O</w:t>
      </w:r>
      <w:r w:rsidRPr="009E5863">
        <w:rPr>
          <w:rFonts w:ascii="Corbel" w:hAnsi="Corbel"/>
          <w:b w:val="0"/>
          <w:smallCaps w:val="0"/>
          <w:szCs w:val="24"/>
        </w:rPr>
        <w:t xml:space="preserve">becność </w:t>
      </w:r>
      <w:r w:rsidR="00ED18C3" w:rsidRPr="009E5863">
        <w:rPr>
          <w:rFonts w:ascii="Corbel" w:hAnsi="Corbel"/>
          <w:b w:val="0"/>
          <w:smallCaps w:val="0"/>
          <w:szCs w:val="24"/>
        </w:rPr>
        <w:t xml:space="preserve">i aktywność </w:t>
      </w:r>
      <w:r w:rsidRPr="009E5863">
        <w:rPr>
          <w:rFonts w:ascii="Corbel" w:hAnsi="Corbel"/>
          <w:b w:val="0"/>
          <w:smallCaps w:val="0"/>
          <w:szCs w:val="24"/>
        </w:rPr>
        <w:t xml:space="preserve">na </w:t>
      </w:r>
      <w:r w:rsidR="00ED18C3" w:rsidRPr="009E5863">
        <w:rPr>
          <w:rFonts w:ascii="Corbel" w:hAnsi="Corbel"/>
          <w:b w:val="0"/>
          <w:smallCaps w:val="0"/>
          <w:szCs w:val="24"/>
        </w:rPr>
        <w:t>zajęciach</w:t>
      </w:r>
      <w:r w:rsidR="0060107A" w:rsidRPr="009E5863">
        <w:rPr>
          <w:rFonts w:ascii="Corbel" w:hAnsi="Corbel"/>
          <w:b w:val="0"/>
          <w:smallCaps w:val="0"/>
          <w:szCs w:val="24"/>
        </w:rPr>
        <w:t xml:space="preserve"> w trakcie odgrywanych ról psychodramatycznych</w:t>
      </w:r>
      <w:r w:rsidR="00DB15C6" w:rsidRPr="009E5863">
        <w:rPr>
          <w:rFonts w:ascii="Corbel" w:hAnsi="Corbel"/>
          <w:b w:val="0"/>
          <w:smallCaps w:val="0"/>
          <w:szCs w:val="24"/>
        </w:rPr>
        <w:t xml:space="preserve">                          </w:t>
      </w:r>
      <w:r w:rsidR="0060107A" w:rsidRPr="009E5863">
        <w:rPr>
          <w:rFonts w:ascii="Corbel" w:hAnsi="Corbel"/>
          <w:b w:val="0"/>
          <w:smallCaps w:val="0"/>
          <w:szCs w:val="24"/>
        </w:rPr>
        <w:t xml:space="preserve"> i inscenizacji</w:t>
      </w:r>
    </w:p>
    <w:p w14:paraId="4200D3DF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9E58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E5863">
        <w:rPr>
          <w:rFonts w:ascii="Corbel" w:hAnsi="Corbel"/>
          <w:b/>
          <w:sz w:val="24"/>
          <w:szCs w:val="24"/>
        </w:rPr>
        <w:t xml:space="preserve">5. </w:t>
      </w:r>
      <w:r w:rsidR="00C61DC5" w:rsidRPr="009E58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7"/>
        <w:gridCol w:w="2403"/>
      </w:tblGrid>
      <w:tr w:rsidR="000C5696" w:rsidRPr="009E5863" w14:paraId="4B0441A4" w14:textId="77777777" w:rsidTr="00A469CD">
        <w:tc>
          <w:tcPr>
            <w:tcW w:w="7117" w:type="dxa"/>
            <w:vAlign w:val="center"/>
          </w:tcPr>
          <w:p w14:paraId="36DF6095" w14:textId="77777777" w:rsidR="000C5696" w:rsidRPr="009E5863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586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403" w:type="dxa"/>
            <w:vAlign w:val="center"/>
          </w:tcPr>
          <w:p w14:paraId="3288F3F8" w14:textId="77777777" w:rsidR="000C5696" w:rsidRPr="009E5863" w:rsidRDefault="000C5696" w:rsidP="009A4F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586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E5863" w14:paraId="05D39134" w14:textId="77777777" w:rsidTr="00A469CD">
        <w:tc>
          <w:tcPr>
            <w:tcW w:w="7117" w:type="dxa"/>
          </w:tcPr>
          <w:p w14:paraId="7D571487" w14:textId="782FCB34" w:rsidR="000C5696" w:rsidRPr="009E5863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DB15C6" w:rsidRPr="009E5863">
              <w:rPr>
                <w:rFonts w:ascii="Corbel" w:hAnsi="Corbel"/>
                <w:sz w:val="24"/>
                <w:szCs w:val="24"/>
              </w:rPr>
              <w:t>z harmonogramu</w:t>
            </w:r>
            <w:r w:rsidRPr="009E58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2403" w:type="dxa"/>
          </w:tcPr>
          <w:p w14:paraId="10BB8B16" w14:textId="694255BA" w:rsidR="000C5696" w:rsidRPr="009E5863" w:rsidRDefault="00ED18C3" w:rsidP="009A4F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9E5863" w14:paraId="3DF32911" w14:textId="77777777" w:rsidTr="00A469CD">
        <w:tc>
          <w:tcPr>
            <w:tcW w:w="7117" w:type="dxa"/>
          </w:tcPr>
          <w:p w14:paraId="207632F0" w14:textId="5A5ABB77" w:rsidR="000C5696" w:rsidRPr="009E5863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B15C6" w:rsidRPr="009E586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9E5863">
              <w:rPr>
                <w:rFonts w:ascii="Corbel" w:hAnsi="Corbel"/>
                <w:sz w:val="24"/>
                <w:szCs w:val="24"/>
              </w:rPr>
              <w:t>:</w:t>
            </w:r>
          </w:p>
          <w:p w14:paraId="718CD9C1" w14:textId="20D63DEE" w:rsidR="000C5696" w:rsidRPr="009E5863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  <w:r w:rsidR="005E6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9E586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2403" w:type="dxa"/>
          </w:tcPr>
          <w:p w14:paraId="52D7581D" w14:textId="77777777" w:rsidR="003B346E" w:rsidRPr="009E5863" w:rsidRDefault="003B346E" w:rsidP="009A4F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50C648C6" w:rsidR="000C5696" w:rsidRPr="009E5863" w:rsidRDefault="009A4F52" w:rsidP="009A4F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C5696" w:rsidRPr="009E5863" w14:paraId="301489F0" w14:textId="77777777" w:rsidTr="00A469CD">
        <w:trPr>
          <w:trHeight w:val="936"/>
        </w:trPr>
        <w:tc>
          <w:tcPr>
            <w:tcW w:w="7117" w:type="dxa"/>
          </w:tcPr>
          <w:p w14:paraId="347B4073" w14:textId="2A93527C" w:rsidR="000C5696" w:rsidRPr="009E5863" w:rsidRDefault="000C5696" w:rsidP="00A469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9E5863">
              <w:rPr>
                <w:rFonts w:ascii="Corbel" w:hAnsi="Corbel"/>
                <w:sz w:val="24"/>
                <w:szCs w:val="24"/>
              </w:rPr>
              <w:t>:</w:t>
            </w:r>
          </w:p>
          <w:p w14:paraId="1DC89569" w14:textId="56129CF7" w:rsidR="000C5696" w:rsidRPr="009E5863" w:rsidRDefault="003B346E" w:rsidP="00A469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  <w:r w:rsidR="005E6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A469CD" w:rsidRPr="009E586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59EB0B33" w14:textId="231C90D7" w:rsidR="00A469CD" w:rsidRPr="009E5863" w:rsidRDefault="00A469CD" w:rsidP="00A469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  <w:r w:rsidR="005E60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E5863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</w:p>
          <w:p w14:paraId="77645C5B" w14:textId="55C9E318" w:rsidR="00A469CD" w:rsidRPr="009E5863" w:rsidRDefault="00A469CD" w:rsidP="005E60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-</w:t>
            </w:r>
            <w:r w:rsidR="005E6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5E605A" w:rsidRPr="009E5863">
              <w:rPr>
                <w:rFonts w:ascii="Corbel" w:hAnsi="Corbel"/>
                <w:sz w:val="24"/>
                <w:szCs w:val="24"/>
              </w:rPr>
              <w:t>przygotowanie</w:t>
            </w:r>
            <w:r w:rsidRPr="009E5863">
              <w:rPr>
                <w:rFonts w:ascii="Corbel" w:hAnsi="Corbel"/>
                <w:sz w:val="24"/>
                <w:szCs w:val="24"/>
              </w:rPr>
              <w:t xml:space="preserve"> projektu</w:t>
            </w:r>
          </w:p>
        </w:tc>
        <w:tc>
          <w:tcPr>
            <w:tcW w:w="2403" w:type="dxa"/>
          </w:tcPr>
          <w:p w14:paraId="0A7B9808" w14:textId="77777777" w:rsidR="00A469CD" w:rsidRPr="009E5863" w:rsidRDefault="00A469CD" w:rsidP="009A4F52">
            <w:pPr>
              <w:spacing w:after="0" w:line="240" w:lineRule="auto"/>
              <w:jc w:val="center"/>
              <w:rPr>
                <w:rFonts w:ascii="Corbel" w:hAnsi="Corbel"/>
              </w:rPr>
            </w:pPr>
          </w:p>
          <w:p w14:paraId="65F4849A" w14:textId="172B14A3" w:rsidR="00A469CD" w:rsidRPr="009E5863" w:rsidRDefault="009A4F52" w:rsidP="009A4F52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  <w:p w14:paraId="77C4FB74" w14:textId="062B1DE2" w:rsidR="00A469CD" w:rsidRPr="009E5863" w:rsidRDefault="009A4F52" w:rsidP="009A4F52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6274A616" w14:textId="64AE4D61" w:rsidR="003B346E" w:rsidRPr="009E5863" w:rsidRDefault="009A4F52" w:rsidP="009A4F52">
            <w:pPr>
              <w:spacing w:after="0"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C5696" w:rsidRPr="009E5863" w14:paraId="02915295" w14:textId="77777777" w:rsidTr="00A469CD">
        <w:tc>
          <w:tcPr>
            <w:tcW w:w="7117" w:type="dxa"/>
          </w:tcPr>
          <w:p w14:paraId="1EFC7DE7" w14:textId="77777777" w:rsidR="000C5696" w:rsidRPr="009E5863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8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403" w:type="dxa"/>
          </w:tcPr>
          <w:p w14:paraId="5776C5DB" w14:textId="5DFD3D6C" w:rsidR="000C5696" w:rsidRPr="009E5863" w:rsidRDefault="009A4F52" w:rsidP="009A4F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9E5863" w14:paraId="3A81EC9D" w14:textId="77777777" w:rsidTr="00A469CD">
        <w:tc>
          <w:tcPr>
            <w:tcW w:w="7117" w:type="dxa"/>
          </w:tcPr>
          <w:p w14:paraId="1C19C073" w14:textId="77777777" w:rsidR="000C5696" w:rsidRPr="009E5863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E58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03" w:type="dxa"/>
          </w:tcPr>
          <w:p w14:paraId="22F8B69A" w14:textId="4EA04C49" w:rsidR="000C5696" w:rsidRPr="009E5863" w:rsidRDefault="009A4F52" w:rsidP="009A4F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9E5863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E2E202C" w14:textId="77777777" w:rsidR="0085747A" w:rsidRPr="009E58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52A2C" w14:textId="77777777" w:rsidR="0085747A" w:rsidRPr="009E58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E58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E58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9E58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9E58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E5863">
        <w:rPr>
          <w:rFonts w:ascii="Corbel" w:hAnsi="Corbel"/>
          <w:smallCaps w:val="0"/>
          <w:szCs w:val="24"/>
        </w:rPr>
        <w:t xml:space="preserve">6. </w:t>
      </w:r>
      <w:r w:rsidR="0085747A" w:rsidRPr="009E5863">
        <w:rPr>
          <w:rFonts w:ascii="Corbel" w:hAnsi="Corbel"/>
          <w:smallCaps w:val="0"/>
          <w:szCs w:val="24"/>
        </w:rPr>
        <w:t>PRAKTYKI ZAWO</w:t>
      </w:r>
      <w:r w:rsidR="009C1331" w:rsidRPr="009E5863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9E58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3373"/>
      </w:tblGrid>
      <w:tr w:rsidR="0085747A" w:rsidRPr="009E5863" w14:paraId="391A91F1" w14:textId="77777777" w:rsidTr="006C175B">
        <w:trPr>
          <w:trHeight w:val="397"/>
        </w:trPr>
        <w:tc>
          <w:tcPr>
            <w:tcW w:w="4140" w:type="dxa"/>
          </w:tcPr>
          <w:p w14:paraId="64452BF5" w14:textId="77777777" w:rsidR="0085747A" w:rsidRPr="009E58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373" w:type="dxa"/>
          </w:tcPr>
          <w:p w14:paraId="4CB439CF" w14:textId="77777777" w:rsidR="0085747A" w:rsidRPr="009E5863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E5863" w14:paraId="573F2A1E" w14:textId="77777777" w:rsidTr="006C175B">
        <w:trPr>
          <w:trHeight w:val="397"/>
        </w:trPr>
        <w:tc>
          <w:tcPr>
            <w:tcW w:w="4140" w:type="dxa"/>
          </w:tcPr>
          <w:p w14:paraId="4B5D98ED" w14:textId="77777777" w:rsidR="0085747A" w:rsidRPr="009E58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373" w:type="dxa"/>
          </w:tcPr>
          <w:p w14:paraId="60C095C9" w14:textId="77777777" w:rsidR="0085747A" w:rsidRPr="009E5863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9E58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9E58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E5863">
        <w:rPr>
          <w:rFonts w:ascii="Corbel" w:hAnsi="Corbel"/>
          <w:smallCaps w:val="0"/>
          <w:szCs w:val="24"/>
        </w:rPr>
        <w:t xml:space="preserve">7. </w:t>
      </w:r>
      <w:r w:rsidR="0085747A" w:rsidRPr="009E5863">
        <w:rPr>
          <w:rFonts w:ascii="Corbel" w:hAnsi="Corbel"/>
          <w:smallCaps w:val="0"/>
          <w:szCs w:val="24"/>
        </w:rPr>
        <w:t>LITERATURA</w:t>
      </w:r>
      <w:r w:rsidRPr="009E5863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9E5863" w14:paraId="48AE14F8" w14:textId="77777777" w:rsidTr="00106C6D">
        <w:trPr>
          <w:trHeight w:val="397"/>
        </w:trPr>
        <w:tc>
          <w:tcPr>
            <w:tcW w:w="5000" w:type="pct"/>
          </w:tcPr>
          <w:p w14:paraId="202D344E" w14:textId="7A68EF8F" w:rsidR="00A469CD" w:rsidRPr="006C175B" w:rsidRDefault="00DA323B" w:rsidP="00E174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586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073245B" w14:textId="137C6123" w:rsidR="003F7115" w:rsidRPr="009E5863" w:rsidRDefault="003F7115" w:rsidP="006C1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Bielańska</w:t>
            </w:r>
            <w:r w:rsidR="00332CAA" w:rsidRPr="009E58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A.(2009). </w:t>
            </w:r>
            <w:r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Psychodrama. Elementy teorii i praktyki</w:t>
            </w:r>
            <w:r w:rsidR="00E271C4"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E271C4" w:rsidRPr="009E5863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75D23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E271C4" w:rsidRPr="009E5863">
              <w:rPr>
                <w:rFonts w:ascii="Corbel" w:hAnsi="Corbel"/>
                <w:b w:val="0"/>
                <w:smallCaps w:val="0"/>
                <w:szCs w:val="24"/>
              </w:rPr>
              <w:t>fragmenty)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 w:rsidRPr="009E5863">
              <w:rPr>
                <w:rFonts w:ascii="Corbel" w:hAnsi="Corbel"/>
                <w:b w:val="0"/>
                <w:smallCaps w:val="0"/>
                <w:szCs w:val="24"/>
              </w:rPr>
              <w:t>Eneteia</w:t>
            </w:r>
            <w:proofErr w:type="spellEnd"/>
            <w:r w:rsidRPr="009E5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468F19" w14:textId="5220005A" w:rsidR="003F7115" w:rsidRPr="009E5863" w:rsidRDefault="003F7115" w:rsidP="006C1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Stankiewicz</w:t>
            </w:r>
            <w:r w:rsidR="00332CAA" w:rsidRPr="009E58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S,. Tomczak</w:t>
            </w:r>
            <w:r w:rsidR="00332CAA" w:rsidRPr="009E58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K. (2012). </w:t>
            </w:r>
            <w:r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Psychodrama w psychoterapii</w:t>
            </w:r>
            <w:r w:rsidR="00E271C4"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E271C4" w:rsidRPr="009E5863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75D23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E271C4" w:rsidRPr="009E5863">
              <w:rPr>
                <w:rFonts w:ascii="Corbel" w:hAnsi="Corbel"/>
                <w:b w:val="0"/>
                <w:smallCaps w:val="0"/>
                <w:szCs w:val="24"/>
              </w:rPr>
              <w:t>fragmenty)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69EC9C54" w14:textId="4EA99523" w:rsidR="003F7115" w:rsidRPr="009E5863" w:rsidRDefault="003F7115" w:rsidP="006C1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Stadler C. (2018). </w:t>
            </w:r>
            <w:r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Psychodrama w teorii i praktyce</w:t>
            </w:r>
            <w:r w:rsidR="00E271C4"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E271C4" w:rsidRPr="009E5863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75D23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E271C4" w:rsidRPr="009E5863">
              <w:rPr>
                <w:rFonts w:ascii="Corbel" w:hAnsi="Corbel"/>
                <w:b w:val="0"/>
                <w:smallCaps w:val="0"/>
                <w:szCs w:val="24"/>
              </w:rPr>
              <w:t>fragmenty)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>. Warszawa: Eneteia.</w:t>
            </w:r>
          </w:p>
          <w:p w14:paraId="78289A22" w14:textId="77777777" w:rsidR="00DA323B" w:rsidRPr="009E5863" w:rsidRDefault="00DA323B" w:rsidP="003F71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E5863" w14:paraId="0D880534" w14:textId="77777777" w:rsidTr="00106C6D">
        <w:trPr>
          <w:trHeight w:val="397"/>
        </w:trPr>
        <w:tc>
          <w:tcPr>
            <w:tcW w:w="5000" w:type="pct"/>
          </w:tcPr>
          <w:p w14:paraId="05B1EDA7" w14:textId="26BB4679" w:rsidR="00A469CD" w:rsidRPr="009E5863" w:rsidRDefault="00DA323B" w:rsidP="00E174F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5863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A55B68A" w14:textId="5C186C01" w:rsidR="00D10461" w:rsidRPr="009E5863" w:rsidRDefault="00D10461" w:rsidP="006C175B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Pawlik</w:t>
            </w:r>
            <w:r w:rsidR="00332CAA" w:rsidRPr="009E58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J. (red.) </w:t>
            </w:r>
            <w:r w:rsidR="003F7115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(2012). </w:t>
            </w:r>
            <w:r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Psychodrama i techniki niewerbalne</w:t>
            </w:r>
            <w:r w:rsidR="003F7115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>Eneteia</w:t>
            </w:r>
            <w:r w:rsidR="003F7115" w:rsidRPr="009E5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44356A0" w14:textId="0DF7E716" w:rsidR="00D10461" w:rsidRPr="009E5863" w:rsidRDefault="00D10461" w:rsidP="006C175B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Sikorski W.</w:t>
            </w:r>
            <w:r w:rsidR="003F7115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(2019). </w:t>
            </w:r>
            <w:r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sprzyjająca mózgowi</w:t>
            </w:r>
            <w:r w:rsidR="00332CAA"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F7115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3F7115" w:rsidRPr="009E5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C6198" w14:textId="76D23942" w:rsidR="00156B80" w:rsidRPr="009E5863" w:rsidRDefault="00EE1AE7" w:rsidP="006C175B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E5863">
              <w:rPr>
                <w:rFonts w:ascii="Corbel" w:hAnsi="Corbel"/>
                <w:b w:val="0"/>
                <w:smallCaps w:val="0"/>
                <w:szCs w:val="24"/>
              </w:rPr>
              <w:t>Roine</w:t>
            </w:r>
            <w:r w:rsidR="00332CAA" w:rsidRPr="009E58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r w:rsidR="00A7158F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(2005). </w:t>
            </w:r>
            <w:r w:rsidRPr="009E586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Psychodrama. O tym, jak grać główną rolę w swoim życiu</w:t>
            </w:r>
            <w:r w:rsidR="00332CAA" w:rsidRPr="009E5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F7115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Warszawa: </w:t>
            </w:r>
            <w:r w:rsidR="00A7158F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Wydawnictwo</w:t>
            </w:r>
            <w:r w:rsidR="003F7115" w:rsidRPr="009E5863">
              <w:rPr>
                <w:rFonts w:ascii="Corbel" w:hAnsi="Corbel"/>
                <w:b w:val="0"/>
                <w:smallCaps w:val="0"/>
                <w:szCs w:val="24"/>
              </w:rPr>
              <w:t xml:space="preserve"> Medycyna i Edukacja</w:t>
            </w:r>
            <w:r w:rsidR="00A7158F" w:rsidRPr="009E58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5579F54" w14:textId="77777777" w:rsidR="00DA323B" w:rsidRPr="009E5863" w:rsidRDefault="00DA323B" w:rsidP="00156B8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63C4B65" w14:textId="77777777" w:rsidR="00DA323B" w:rsidRPr="009E5863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099DB1" w14:textId="77777777" w:rsidR="0085747A" w:rsidRPr="009E58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355E2" w14:textId="77777777" w:rsidR="0085747A" w:rsidRPr="009E58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E58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E5863" w:rsidSect="005663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7E21E" w14:textId="77777777" w:rsidR="0056639B" w:rsidRDefault="0056639B" w:rsidP="00C16ABF">
      <w:pPr>
        <w:spacing w:after="0" w:line="240" w:lineRule="auto"/>
      </w:pPr>
      <w:r>
        <w:separator/>
      </w:r>
    </w:p>
  </w:endnote>
  <w:endnote w:type="continuationSeparator" w:id="0">
    <w:p w14:paraId="45873207" w14:textId="77777777" w:rsidR="0056639B" w:rsidRDefault="005663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36E17" w14:textId="77777777" w:rsidR="0056639B" w:rsidRDefault="0056639B" w:rsidP="00C16ABF">
      <w:pPr>
        <w:spacing w:after="0" w:line="240" w:lineRule="auto"/>
      </w:pPr>
      <w:r>
        <w:separator/>
      </w:r>
    </w:p>
  </w:footnote>
  <w:footnote w:type="continuationSeparator" w:id="0">
    <w:p w14:paraId="4A26956B" w14:textId="77777777" w:rsidR="0056639B" w:rsidRDefault="0056639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754541"/>
    <w:multiLevelType w:val="hybridMultilevel"/>
    <w:tmpl w:val="01F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C1B92"/>
    <w:multiLevelType w:val="hybridMultilevel"/>
    <w:tmpl w:val="C2106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534651">
    <w:abstractNumId w:val="0"/>
  </w:num>
  <w:num w:numId="2" w16cid:durableId="441268248">
    <w:abstractNumId w:val="1"/>
  </w:num>
  <w:num w:numId="3" w16cid:durableId="156240192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55F"/>
    <w:rsid w:val="00015B8F"/>
    <w:rsid w:val="00022ECE"/>
    <w:rsid w:val="00033B02"/>
    <w:rsid w:val="00042A51"/>
    <w:rsid w:val="00042D2E"/>
    <w:rsid w:val="00044C82"/>
    <w:rsid w:val="00054FAB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0D9"/>
    <w:rsid w:val="000C13FF"/>
    <w:rsid w:val="000C5696"/>
    <w:rsid w:val="000D04B0"/>
    <w:rsid w:val="000E00EF"/>
    <w:rsid w:val="000F1C57"/>
    <w:rsid w:val="000F5615"/>
    <w:rsid w:val="00106C6D"/>
    <w:rsid w:val="00107219"/>
    <w:rsid w:val="00112CCA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204E"/>
    <w:rsid w:val="001737CF"/>
    <w:rsid w:val="00176083"/>
    <w:rsid w:val="001770C7"/>
    <w:rsid w:val="00192F37"/>
    <w:rsid w:val="00197237"/>
    <w:rsid w:val="001A70D2"/>
    <w:rsid w:val="001C498C"/>
    <w:rsid w:val="001C660D"/>
    <w:rsid w:val="001C7913"/>
    <w:rsid w:val="001D27B6"/>
    <w:rsid w:val="001D2E04"/>
    <w:rsid w:val="001D657B"/>
    <w:rsid w:val="001D7B54"/>
    <w:rsid w:val="001E0209"/>
    <w:rsid w:val="001F2CA2"/>
    <w:rsid w:val="001F7DC8"/>
    <w:rsid w:val="00201147"/>
    <w:rsid w:val="00201E31"/>
    <w:rsid w:val="00212C47"/>
    <w:rsid w:val="002144C0"/>
    <w:rsid w:val="00216238"/>
    <w:rsid w:val="00222CB7"/>
    <w:rsid w:val="0022369C"/>
    <w:rsid w:val="0022413C"/>
    <w:rsid w:val="0022477D"/>
    <w:rsid w:val="002278A9"/>
    <w:rsid w:val="002336F9"/>
    <w:rsid w:val="002351CA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E6B0D"/>
    <w:rsid w:val="002F02A3"/>
    <w:rsid w:val="002F4ABE"/>
    <w:rsid w:val="003018BA"/>
    <w:rsid w:val="00302E57"/>
    <w:rsid w:val="0030395F"/>
    <w:rsid w:val="00305C92"/>
    <w:rsid w:val="0030773B"/>
    <w:rsid w:val="003151C5"/>
    <w:rsid w:val="00323F93"/>
    <w:rsid w:val="00332CAA"/>
    <w:rsid w:val="003343CF"/>
    <w:rsid w:val="00346FE9"/>
    <w:rsid w:val="0034759A"/>
    <w:rsid w:val="003503F6"/>
    <w:rsid w:val="003530DD"/>
    <w:rsid w:val="00363F78"/>
    <w:rsid w:val="00365B34"/>
    <w:rsid w:val="0039154C"/>
    <w:rsid w:val="003A0A5B"/>
    <w:rsid w:val="003A1176"/>
    <w:rsid w:val="003A6D87"/>
    <w:rsid w:val="003B2406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15"/>
    <w:rsid w:val="003F71AE"/>
    <w:rsid w:val="00404F69"/>
    <w:rsid w:val="00414E3C"/>
    <w:rsid w:val="0042244A"/>
    <w:rsid w:val="0042745A"/>
    <w:rsid w:val="00431D5C"/>
    <w:rsid w:val="004362C6"/>
    <w:rsid w:val="00436487"/>
    <w:rsid w:val="00437FA2"/>
    <w:rsid w:val="00440C7B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853AD"/>
    <w:rsid w:val="00490F7D"/>
    <w:rsid w:val="00491678"/>
    <w:rsid w:val="00496220"/>
    <w:rsid w:val="004968E2"/>
    <w:rsid w:val="004A3EEA"/>
    <w:rsid w:val="004A4D1F"/>
    <w:rsid w:val="004A5859"/>
    <w:rsid w:val="004A6692"/>
    <w:rsid w:val="004B09F3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2713A"/>
    <w:rsid w:val="005363C4"/>
    <w:rsid w:val="00536BDE"/>
    <w:rsid w:val="00543ACC"/>
    <w:rsid w:val="00545DC1"/>
    <w:rsid w:val="0056639B"/>
    <w:rsid w:val="0056696D"/>
    <w:rsid w:val="0057281A"/>
    <w:rsid w:val="00573EF9"/>
    <w:rsid w:val="0059484D"/>
    <w:rsid w:val="005A0855"/>
    <w:rsid w:val="005A3196"/>
    <w:rsid w:val="005B3822"/>
    <w:rsid w:val="005C080F"/>
    <w:rsid w:val="005C55E5"/>
    <w:rsid w:val="005C696A"/>
    <w:rsid w:val="005E605A"/>
    <w:rsid w:val="005E6E85"/>
    <w:rsid w:val="005F0953"/>
    <w:rsid w:val="005F1F7D"/>
    <w:rsid w:val="005F249C"/>
    <w:rsid w:val="005F31D2"/>
    <w:rsid w:val="0060107A"/>
    <w:rsid w:val="00606A26"/>
    <w:rsid w:val="0061029B"/>
    <w:rsid w:val="006132C9"/>
    <w:rsid w:val="00617230"/>
    <w:rsid w:val="00621CE1"/>
    <w:rsid w:val="00627FC9"/>
    <w:rsid w:val="0064133E"/>
    <w:rsid w:val="00647FA8"/>
    <w:rsid w:val="00650C5F"/>
    <w:rsid w:val="00654934"/>
    <w:rsid w:val="006620D9"/>
    <w:rsid w:val="00664A28"/>
    <w:rsid w:val="00671958"/>
    <w:rsid w:val="0067420C"/>
    <w:rsid w:val="00675671"/>
    <w:rsid w:val="00675843"/>
    <w:rsid w:val="00676A10"/>
    <w:rsid w:val="00685CCD"/>
    <w:rsid w:val="00696477"/>
    <w:rsid w:val="006A02D5"/>
    <w:rsid w:val="006A4353"/>
    <w:rsid w:val="006C175B"/>
    <w:rsid w:val="006D050F"/>
    <w:rsid w:val="006D6139"/>
    <w:rsid w:val="006E212C"/>
    <w:rsid w:val="006E5D65"/>
    <w:rsid w:val="006F1282"/>
    <w:rsid w:val="006F1FBC"/>
    <w:rsid w:val="006F31E2"/>
    <w:rsid w:val="006F53CF"/>
    <w:rsid w:val="006F7ED7"/>
    <w:rsid w:val="00706544"/>
    <w:rsid w:val="007068B5"/>
    <w:rsid w:val="007072BA"/>
    <w:rsid w:val="00712EAE"/>
    <w:rsid w:val="00713F8D"/>
    <w:rsid w:val="0071423C"/>
    <w:rsid w:val="0071620A"/>
    <w:rsid w:val="00724677"/>
    <w:rsid w:val="00725459"/>
    <w:rsid w:val="00731A8B"/>
    <w:rsid w:val="007327BD"/>
    <w:rsid w:val="00734608"/>
    <w:rsid w:val="007348FC"/>
    <w:rsid w:val="00736494"/>
    <w:rsid w:val="00745302"/>
    <w:rsid w:val="007461D6"/>
    <w:rsid w:val="00746EC8"/>
    <w:rsid w:val="00763BF1"/>
    <w:rsid w:val="00766FD4"/>
    <w:rsid w:val="0078126F"/>
    <w:rsid w:val="0078168C"/>
    <w:rsid w:val="007849AE"/>
    <w:rsid w:val="00787C2A"/>
    <w:rsid w:val="00790E27"/>
    <w:rsid w:val="00790F19"/>
    <w:rsid w:val="007916D1"/>
    <w:rsid w:val="007A4022"/>
    <w:rsid w:val="007A5260"/>
    <w:rsid w:val="007A6E6E"/>
    <w:rsid w:val="007C2787"/>
    <w:rsid w:val="007C3299"/>
    <w:rsid w:val="007C3BCC"/>
    <w:rsid w:val="007C4546"/>
    <w:rsid w:val="007D6E56"/>
    <w:rsid w:val="007F1652"/>
    <w:rsid w:val="007F4155"/>
    <w:rsid w:val="007F4CF3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2CCC"/>
    <w:rsid w:val="008D3DFB"/>
    <w:rsid w:val="008D3E28"/>
    <w:rsid w:val="008D4F42"/>
    <w:rsid w:val="008E64F4"/>
    <w:rsid w:val="008F03B0"/>
    <w:rsid w:val="008F12C9"/>
    <w:rsid w:val="008F6E29"/>
    <w:rsid w:val="008F70AB"/>
    <w:rsid w:val="00901EFF"/>
    <w:rsid w:val="00904AA2"/>
    <w:rsid w:val="00916188"/>
    <w:rsid w:val="00923D7D"/>
    <w:rsid w:val="00931506"/>
    <w:rsid w:val="00936E0D"/>
    <w:rsid w:val="009508DF"/>
    <w:rsid w:val="00950DAC"/>
    <w:rsid w:val="00954A07"/>
    <w:rsid w:val="00960011"/>
    <w:rsid w:val="009943F8"/>
    <w:rsid w:val="00997F14"/>
    <w:rsid w:val="009A4F52"/>
    <w:rsid w:val="009A78D9"/>
    <w:rsid w:val="009B53BB"/>
    <w:rsid w:val="009B5CC9"/>
    <w:rsid w:val="009C1331"/>
    <w:rsid w:val="009C3E31"/>
    <w:rsid w:val="009C54AE"/>
    <w:rsid w:val="009C788E"/>
    <w:rsid w:val="009D49BA"/>
    <w:rsid w:val="009E2129"/>
    <w:rsid w:val="009E3B41"/>
    <w:rsid w:val="009E5863"/>
    <w:rsid w:val="009F3C5C"/>
    <w:rsid w:val="009F4610"/>
    <w:rsid w:val="00A00ECC"/>
    <w:rsid w:val="00A0489D"/>
    <w:rsid w:val="00A11464"/>
    <w:rsid w:val="00A12691"/>
    <w:rsid w:val="00A155EE"/>
    <w:rsid w:val="00A2245B"/>
    <w:rsid w:val="00A30110"/>
    <w:rsid w:val="00A33471"/>
    <w:rsid w:val="00A349ED"/>
    <w:rsid w:val="00A36899"/>
    <w:rsid w:val="00A36976"/>
    <w:rsid w:val="00A371F6"/>
    <w:rsid w:val="00A43BF6"/>
    <w:rsid w:val="00A469CD"/>
    <w:rsid w:val="00A53FA5"/>
    <w:rsid w:val="00A54817"/>
    <w:rsid w:val="00A601C8"/>
    <w:rsid w:val="00A60799"/>
    <w:rsid w:val="00A7158F"/>
    <w:rsid w:val="00A744B1"/>
    <w:rsid w:val="00A84C85"/>
    <w:rsid w:val="00A91194"/>
    <w:rsid w:val="00A97DE1"/>
    <w:rsid w:val="00AA35EA"/>
    <w:rsid w:val="00AB053C"/>
    <w:rsid w:val="00AC1531"/>
    <w:rsid w:val="00AD1146"/>
    <w:rsid w:val="00AD27D3"/>
    <w:rsid w:val="00AD66D6"/>
    <w:rsid w:val="00AE1160"/>
    <w:rsid w:val="00AE203C"/>
    <w:rsid w:val="00AE2E74"/>
    <w:rsid w:val="00AE5FCB"/>
    <w:rsid w:val="00AF1D42"/>
    <w:rsid w:val="00AF2C1E"/>
    <w:rsid w:val="00B0496C"/>
    <w:rsid w:val="00B06142"/>
    <w:rsid w:val="00B12990"/>
    <w:rsid w:val="00B135B1"/>
    <w:rsid w:val="00B3130B"/>
    <w:rsid w:val="00B40ADB"/>
    <w:rsid w:val="00B43B77"/>
    <w:rsid w:val="00B43E80"/>
    <w:rsid w:val="00B56E1F"/>
    <w:rsid w:val="00B57753"/>
    <w:rsid w:val="00B607DB"/>
    <w:rsid w:val="00B61B11"/>
    <w:rsid w:val="00B66529"/>
    <w:rsid w:val="00B75946"/>
    <w:rsid w:val="00B8056E"/>
    <w:rsid w:val="00B819C8"/>
    <w:rsid w:val="00B82308"/>
    <w:rsid w:val="00B90885"/>
    <w:rsid w:val="00BB347F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003"/>
    <w:rsid w:val="00C21B3D"/>
    <w:rsid w:val="00C23390"/>
    <w:rsid w:val="00C26CB7"/>
    <w:rsid w:val="00C324C1"/>
    <w:rsid w:val="00C353C1"/>
    <w:rsid w:val="00C36992"/>
    <w:rsid w:val="00C376FA"/>
    <w:rsid w:val="00C40F01"/>
    <w:rsid w:val="00C56036"/>
    <w:rsid w:val="00C61DC5"/>
    <w:rsid w:val="00C67E92"/>
    <w:rsid w:val="00C70A26"/>
    <w:rsid w:val="00C75D23"/>
    <w:rsid w:val="00C766DF"/>
    <w:rsid w:val="00C926CA"/>
    <w:rsid w:val="00C94B98"/>
    <w:rsid w:val="00CA2B96"/>
    <w:rsid w:val="00CA5089"/>
    <w:rsid w:val="00CB42CB"/>
    <w:rsid w:val="00CB5D03"/>
    <w:rsid w:val="00CC0E31"/>
    <w:rsid w:val="00CD6897"/>
    <w:rsid w:val="00CE5BAC"/>
    <w:rsid w:val="00CF25BE"/>
    <w:rsid w:val="00CF78ED"/>
    <w:rsid w:val="00D02B25"/>
    <w:rsid w:val="00D02EBA"/>
    <w:rsid w:val="00D043D4"/>
    <w:rsid w:val="00D05370"/>
    <w:rsid w:val="00D10461"/>
    <w:rsid w:val="00D1376A"/>
    <w:rsid w:val="00D17C3C"/>
    <w:rsid w:val="00D24567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877BD"/>
    <w:rsid w:val="00D90B5C"/>
    <w:rsid w:val="00DA2114"/>
    <w:rsid w:val="00DA323B"/>
    <w:rsid w:val="00DB15C6"/>
    <w:rsid w:val="00DB7C40"/>
    <w:rsid w:val="00DE09C0"/>
    <w:rsid w:val="00DE42A9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271C4"/>
    <w:rsid w:val="00E51E44"/>
    <w:rsid w:val="00E63348"/>
    <w:rsid w:val="00E77E88"/>
    <w:rsid w:val="00E8107D"/>
    <w:rsid w:val="00E92315"/>
    <w:rsid w:val="00E93383"/>
    <w:rsid w:val="00E94E88"/>
    <w:rsid w:val="00E960BB"/>
    <w:rsid w:val="00EA1B07"/>
    <w:rsid w:val="00EA2074"/>
    <w:rsid w:val="00EA372B"/>
    <w:rsid w:val="00EA4832"/>
    <w:rsid w:val="00EA4E9D"/>
    <w:rsid w:val="00EB1BDF"/>
    <w:rsid w:val="00EB5B33"/>
    <w:rsid w:val="00EC4899"/>
    <w:rsid w:val="00EC4D02"/>
    <w:rsid w:val="00ED03AB"/>
    <w:rsid w:val="00ED18C3"/>
    <w:rsid w:val="00ED32D2"/>
    <w:rsid w:val="00EE1AE7"/>
    <w:rsid w:val="00EE32DE"/>
    <w:rsid w:val="00EE5457"/>
    <w:rsid w:val="00F01F1F"/>
    <w:rsid w:val="00F02DD1"/>
    <w:rsid w:val="00F05E9A"/>
    <w:rsid w:val="00F070AB"/>
    <w:rsid w:val="00F146B5"/>
    <w:rsid w:val="00F17567"/>
    <w:rsid w:val="00F17B02"/>
    <w:rsid w:val="00F27A7B"/>
    <w:rsid w:val="00F47417"/>
    <w:rsid w:val="00F518DE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0C2E"/>
    <w:rsid w:val="00FD503F"/>
    <w:rsid w:val="00FD7589"/>
    <w:rsid w:val="00FE514A"/>
    <w:rsid w:val="00FE530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8F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8F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B3C17-E0CB-42F2-894A-4FEAD35B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4</Pages>
  <Words>972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5</cp:revision>
  <cp:lastPrinted>2019-12-09T10:29:00Z</cp:lastPrinted>
  <dcterms:created xsi:type="dcterms:W3CDTF">2024-04-24T16:33:00Z</dcterms:created>
  <dcterms:modified xsi:type="dcterms:W3CDTF">2024-04-24T23:38:00Z</dcterms:modified>
</cp:coreProperties>
</file>